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1100F" w14:textId="7560B1A1" w:rsidR="00C410EC" w:rsidRPr="008F2508" w:rsidRDefault="008F2508">
      <w:pPr>
        <w:rPr>
          <w:b/>
          <w:bCs/>
          <w:color w:val="191140"/>
          <w:w w:val="105"/>
          <w:sz w:val="17"/>
          <w:szCs w:val="17"/>
          <w:lang w:val="en-GB"/>
        </w:rPr>
      </w:pPr>
      <w:r w:rsidRPr="008F2508">
        <w:rPr>
          <w:b/>
          <w:bCs/>
          <w:color w:val="191140"/>
          <w:w w:val="105"/>
          <w:sz w:val="17"/>
          <w:szCs w:val="17"/>
          <w:lang w:val="en-GB"/>
        </w:rPr>
        <w:t>Readme</w:t>
      </w:r>
    </w:p>
    <w:p w14:paraId="48EA63B9" w14:textId="4D568CCE" w:rsidR="008F2508" w:rsidRPr="001E4ADC" w:rsidRDefault="008F2508" w:rsidP="008F2508">
      <w:pPr>
        <w:kinsoku w:val="0"/>
        <w:overflowPunct w:val="0"/>
        <w:autoSpaceDE w:val="0"/>
        <w:autoSpaceDN w:val="0"/>
        <w:adjustRightInd w:val="0"/>
        <w:spacing w:before="24" w:line="360" w:lineRule="auto"/>
        <w:ind w:right="103"/>
        <w:rPr>
          <w:b/>
          <w:bCs/>
          <w:color w:val="191140"/>
          <w:w w:val="105"/>
          <w:sz w:val="17"/>
          <w:szCs w:val="17"/>
          <w:lang w:val="en-GB"/>
        </w:rPr>
      </w:pPr>
      <w:r w:rsidRPr="00DC7D59">
        <w:rPr>
          <w:b/>
          <w:bCs/>
          <w:color w:val="191140"/>
          <w:w w:val="105"/>
          <w:sz w:val="17"/>
          <w:szCs w:val="17"/>
          <w:lang w:val="en-GB"/>
        </w:rPr>
        <w:t xml:space="preserve">Table 1. </w:t>
      </w:r>
      <w:r>
        <w:rPr>
          <w:b/>
          <w:bCs/>
          <w:color w:val="191140"/>
          <w:w w:val="105"/>
          <w:sz w:val="17"/>
          <w:szCs w:val="17"/>
          <w:lang w:val="en-GB"/>
        </w:rPr>
        <w:t xml:space="preserve">A </w:t>
      </w:r>
      <w:r w:rsidRPr="00DC7D59">
        <w:rPr>
          <w:b/>
          <w:bCs/>
          <w:color w:val="191140"/>
          <w:w w:val="105"/>
          <w:sz w:val="17"/>
          <w:szCs w:val="17"/>
          <w:lang w:val="en-GB"/>
        </w:rPr>
        <w:t xml:space="preserve">Priori Categories of Influencing Factors of Digital Patient Experience based on the </w:t>
      </w:r>
      <w:r w:rsidRPr="00A953EC">
        <w:rPr>
          <w:b/>
          <w:bCs/>
          <w:color w:val="191140"/>
          <w:w w:val="105"/>
          <w:sz w:val="17"/>
          <w:szCs w:val="17"/>
        </w:rPr>
        <w:t>Performance of Routine Information System Management</w:t>
      </w:r>
      <w:r w:rsidRPr="00DC7D59">
        <w:rPr>
          <w:b/>
          <w:bCs/>
          <w:color w:val="191140"/>
          <w:w w:val="105"/>
          <w:sz w:val="17"/>
          <w:szCs w:val="17"/>
          <w:lang w:val="en-GB"/>
        </w:rPr>
        <w:t xml:space="preserve"> framework</w:t>
      </w:r>
      <w:r w:rsidRPr="00ED73BA">
        <w:rPr>
          <w:color w:val="191140"/>
          <w:w w:val="105"/>
          <w:sz w:val="17"/>
          <w:szCs w:val="17"/>
          <w:lang w:val="en-GB"/>
        </w:rPr>
        <w:t xml:space="preserve"> </w:t>
      </w:r>
      <w:r w:rsidRPr="00ED73BA">
        <w:rPr>
          <w:color w:val="191140"/>
          <w:w w:val="105"/>
          <w:sz w:val="17"/>
          <w:szCs w:val="17"/>
          <w:lang w:val="en-GB"/>
        </w:rPr>
        <w:fldChar w:fldCharType="begin"/>
      </w:r>
      <w:r>
        <w:rPr>
          <w:color w:val="191140"/>
          <w:w w:val="105"/>
          <w:sz w:val="17"/>
          <w:szCs w:val="17"/>
          <w:lang w:val="en-GB"/>
        </w:rPr>
        <w:instrText xml:space="preserve"> ADDIN EN.CITE &lt;EndNote&gt;&lt;Cite&gt;&lt;Author&gt;Aqil&lt;/Author&gt;&lt;Year&gt;2009&lt;/Year&gt;&lt;RecNum&gt;327&lt;/RecNum&gt;&lt;DisplayText&gt;(Aqil et al., 2009)&lt;/DisplayText&gt;&lt;record&gt;&lt;rec-number&gt;327&lt;/rec-number&gt;&lt;foreign-keys&gt;&lt;key app="EN" db-id="afftpz95y5xzroerzvivv5wp0etpw9x9z9v2" timestamp="1717150837"&gt;327&lt;/key&gt;&lt;/foreign-keys&gt;&lt;ref-type name="Journal Article"&gt;17&lt;/ref-type&gt;&lt;contributors&gt;&lt;authors&gt;&lt;author&gt;Aqil, Anwer&lt;/author&gt;&lt;author&gt;Lippeveld, Theo&lt;/author&gt;&lt;author&gt;Hozumi, Dairiku&lt;/author&gt;&lt;/authors&gt;&lt;/contributors&gt;&lt;titles&gt;&lt;title&gt;PRISM framework: a paradigm shift for designing, strengthening and evaluating routine health information systems&lt;/title&gt;&lt;secondary-title&gt;Health policy and planning&lt;/secondary-title&gt;&lt;/titles&gt;&lt;periodical&gt;&lt;full-title&gt;Health policy and planning&lt;/full-title&gt;&lt;/periodical&gt;&lt;pages&gt;217-228&lt;/pages&gt;&lt;volume&gt;24&lt;/volume&gt;&lt;number&gt;3&lt;/number&gt;&lt;dates&gt;&lt;year&gt;2009&lt;/year&gt;&lt;/dates&gt;&lt;isbn&gt;1460-2237&lt;/isbn&gt;&lt;urls&gt;&lt;/urls&gt;&lt;/record&gt;&lt;/Cite&gt;&lt;/EndNote&gt;</w:instrText>
      </w:r>
      <w:r w:rsidRPr="00ED73BA">
        <w:rPr>
          <w:color w:val="191140"/>
          <w:w w:val="105"/>
          <w:sz w:val="17"/>
          <w:szCs w:val="17"/>
          <w:lang w:val="en-GB"/>
        </w:rPr>
        <w:fldChar w:fldCharType="separate"/>
      </w:r>
      <w:r>
        <w:rPr>
          <w:noProof/>
          <w:color w:val="191140"/>
          <w:w w:val="105"/>
          <w:sz w:val="17"/>
          <w:szCs w:val="17"/>
          <w:lang w:val="en-GB"/>
        </w:rPr>
        <w:t>(Aqil et al., 2009)</w:t>
      </w:r>
      <w:r w:rsidRPr="00ED73BA">
        <w:rPr>
          <w:color w:val="191140"/>
          <w:w w:val="105"/>
          <w:sz w:val="17"/>
          <w:szCs w:val="17"/>
          <w:lang w:val="en-GB"/>
        </w:rPr>
        <w:fldChar w:fldCharType="end"/>
      </w:r>
    </w:p>
    <w:tbl>
      <w:tblPr>
        <w:tblStyle w:val="TableGrid"/>
        <w:tblW w:w="9356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none" w:sz="0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946"/>
      </w:tblGrid>
      <w:tr w:rsidR="008F2508" w:rsidRPr="00DC7D59" w14:paraId="2D7A3FE9" w14:textId="77777777" w:rsidTr="000824E5">
        <w:trPr>
          <w:trHeight w:val="20"/>
        </w:trPr>
        <w:tc>
          <w:tcPr>
            <w:tcW w:w="24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3F1ED"/>
          </w:tcPr>
          <w:p w14:paraId="630092BD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5" w:line="360" w:lineRule="auto"/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</w:pPr>
            <w:r w:rsidRPr="00DC7D59"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  <w:t>Determinants</w:t>
            </w:r>
            <w:r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  <w:t xml:space="preserve"> and a p</w:t>
            </w:r>
            <w:r w:rsidRPr="00DC7D59"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  <w:t xml:space="preserve">riori </w:t>
            </w:r>
            <w:r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  <w:t>c</w:t>
            </w:r>
            <w:r w:rsidRPr="00DC7D59"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  <w:t>ategories</w:t>
            </w:r>
          </w:p>
        </w:tc>
        <w:tc>
          <w:tcPr>
            <w:tcW w:w="6946" w:type="dxa"/>
            <w:tcBorders>
              <w:top w:val="single" w:sz="18" w:space="0" w:color="auto"/>
              <w:bottom w:val="single" w:sz="4" w:space="0" w:color="auto"/>
            </w:tcBorders>
            <w:shd w:val="clear" w:color="auto" w:fill="F3F1ED"/>
          </w:tcPr>
          <w:p w14:paraId="280A4809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5" w:line="360" w:lineRule="auto"/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</w:pPr>
            <w:r w:rsidRPr="00DC7D59"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  <w:t>Description</w:t>
            </w:r>
          </w:p>
        </w:tc>
      </w:tr>
      <w:tr w:rsidR="008F2508" w:rsidRPr="00DC7D59" w14:paraId="0B9D298C" w14:textId="77777777" w:rsidTr="000824E5">
        <w:trPr>
          <w:trHeight w:val="20"/>
        </w:trPr>
        <w:tc>
          <w:tcPr>
            <w:tcW w:w="2410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3F1ED"/>
          </w:tcPr>
          <w:p w14:paraId="45F2A1CA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5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proofErr w:type="spellStart"/>
            <w:r w:rsidRPr="00052D50"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  <w:t>Behavioral</w:t>
            </w:r>
            <w:proofErr w:type="spellEnd"/>
            <w:r w:rsidRPr="00052D50"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  <w:t xml:space="preserve"> Determinants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3F1ED"/>
          </w:tcPr>
          <w:p w14:paraId="08359B8D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</w:p>
        </w:tc>
      </w:tr>
      <w:tr w:rsidR="008F2508" w:rsidRPr="00DC7D59" w14:paraId="25EC35EA" w14:textId="77777777" w:rsidTr="000824E5">
        <w:trPr>
          <w:trHeight w:val="20"/>
        </w:trPr>
        <w:tc>
          <w:tcPr>
            <w:tcW w:w="2410" w:type="dxa"/>
            <w:tcBorders>
              <w:top w:val="dotted" w:sz="4" w:space="0" w:color="auto"/>
              <w:bottom w:val="nil"/>
              <w:right w:val="nil"/>
            </w:tcBorders>
          </w:tcPr>
          <w:p w14:paraId="274F919D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DC7D59">
              <w:rPr>
                <w:color w:val="414042"/>
                <w:w w:val="105"/>
                <w:sz w:val="18"/>
                <w:szCs w:val="18"/>
                <w:lang w:val="en-GB"/>
              </w:rPr>
              <w:t>Patient Capability</w:t>
            </w:r>
          </w:p>
        </w:tc>
        <w:tc>
          <w:tcPr>
            <w:tcW w:w="6946" w:type="dxa"/>
            <w:tcBorders>
              <w:top w:val="dotted" w:sz="4" w:space="0" w:color="auto"/>
              <w:left w:val="nil"/>
              <w:bottom w:val="nil"/>
            </w:tcBorders>
          </w:tcPr>
          <w:p w14:paraId="3291FEE4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A953EC">
              <w:rPr>
                <w:color w:val="414042"/>
                <w:w w:val="105"/>
                <w:sz w:val="18"/>
                <w:szCs w:val="18"/>
              </w:rPr>
              <w:t>The individual’s psychological and physical capacity to engage in the concerned digital health activity</w:t>
            </w:r>
          </w:p>
        </w:tc>
      </w:tr>
      <w:tr w:rsidR="008F2508" w:rsidRPr="00DC7D59" w14:paraId="2B7E80C6" w14:textId="77777777" w:rsidTr="000824E5">
        <w:trPr>
          <w:trHeight w:val="20"/>
        </w:trPr>
        <w:tc>
          <w:tcPr>
            <w:tcW w:w="2410" w:type="dxa"/>
            <w:tcBorders>
              <w:top w:val="nil"/>
              <w:bottom w:val="nil"/>
              <w:right w:val="nil"/>
            </w:tcBorders>
          </w:tcPr>
          <w:p w14:paraId="71DD179D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ind w:left="39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DC7D59">
              <w:rPr>
                <w:color w:val="414042"/>
                <w:w w:val="105"/>
                <w:sz w:val="18"/>
                <w:szCs w:val="18"/>
                <w:lang w:val="en-GB"/>
              </w:rPr>
              <w:t>Patient Opportunity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</w:tcBorders>
          </w:tcPr>
          <w:p w14:paraId="49DFD86C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A953EC">
              <w:rPr>
                <w:color w:val="414042"/>
                <w:w w:val="105"/>
                <w:sz w:val="18"/>
                <w:szCs w:val="18"/>
              </w:rPr>
              <w:t>The individual’s internal conditions that enable or disrupt patients to engage in digital health</w:t>
            </w:r>
          </w:p>
        </w:tc>
      </w:tr>
      <w:tr w:rsidR="008F2508" w:rsidRPr="00DC7D59" w14:paraId="3DF45829" w14:textId="77777777" w:rsidTr="000824E5">
        <w:trPr>
          <w:trHeight w:val="20"/>
        </w:trPr>
        <w:tc>
          <w:tcPr>
            <w:tcW w:w="2410" w:type="dxa"/>
            <w:tcBorders>
              <w:top w:val="nil"/>
              <w:bottom w:val="single" w:sz="4" w:space="0" w:color="auto"/>
              <w:right w:val="nil"/>
            </w:tcBorders>
          </w:tcPr>
          <w:p w14:paraId="2F1F0818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ind w:left="39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DC7D59">
              <w:rPr>
                <w:color w:val="414042"/>
                <w:w w:val="105"/>
                <w:sz w:val="18"/>
                <w:szCs w:val="18"/>
                <w:lang w:val="en-GB"/>
              </w:rPr>
              <w:t>Patient Motivation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</w:tcBorders>
          </w:tcPr>
          <w:p w14:paraId="5486443A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A953EC">
              <w:rPr>
                <w:color w:val="414042"/>
                <w:w w:val="105"/>
                <w:sz w:val="18"/>
                <w:szCs w:val="18"/>
              </w:rPr>
              <w:t>The reflective and automatic brain processes that energize and direct patients’ goal setting and decision-making and their behaviors regarding using digital health</w:t>
            </w:r>
          </w:p>
        </w:tc>
      </w:tr>
      <w:tr w:rsidR="008F2508" w:rsidRPr="00DC7D59" w14:paraId="7A99127B" w14:textId="77777777" w:rsidTr="000824E5">
        <w:trPr>
          <w:trHeight w:val="20"/>
        </w:trPr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F3F1ED"/>
          </w:tcPr>
          <w:p w14:paraId="61E6F6BB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5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052D50"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  <w:t>Technical Determinants</w:t>
            </w:r>
          </w:p>
        </w:tc>
        <w:tc>
          <w:tcPr>
            <w:tcW w:w="6946" w:type="dxa"/>
            <w:tcBorders>
              <w:top w:val="single" w:sz="4" w:space="0" w:color="auto"/>
              <w:bottom w:val="dotted" w:sz="4" w:space="0" w:color="auto"/>
            </w:tcBorders>
            <w:shd w:val="clear" w:color="auto" w:fill="F3F1ED"/>
          </w:tcPr>
          <w:p w14:paraId="74945BF7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</w:p>
        </w:tc>
      </w:tr>
      <w:tr w:rsidR="008F2508" w:rsidRPr="00DC7D59" w14:paraId="7B71BACF" w14:textId="77777777" w:rsidTr="000824E5">
        <w:trPr>
          <w:trHeight w:val="20"/>
        </w:trPr>
        <w:tc>
          <w:tcPr>
            <w:tcW w:w="2410" w:type="dxa"/>
            <w:tcBorders>
              <w:top w:val="dotted" w:sz="4" w:space="0" w:color="auto"/>
              <w:bottom w:val="nil"/>
            </w:tcBorders>
          </w:tcPr>
          <w:p w14:paraId="5D66ED58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DC7D59">
              <w:rPr>
                <w:color w:val="414042"/>
                <w:w w:val="105"/>
                <w:sz w:val="18"/>
                <w:szCs w:val="18"/>
                <w:lang w:val="en-GB"/>
              </w:rPr>
              <w:t>Intervention Technology</w:t>
            </w:r>
          </w:p>
        </w:tc>
        <w:tc>
          <w:tcPr>
            <w:tcW w:w="6946" w:type="dxa"/>
            <w:tcBorders>
              <w:top w:val="dotted" w:sz="4" w:space="0" w:color="auto"/>
              <w:bottom w:val="nil"/>
            </w:tcBorders>
          </w:tcPr>
          <w:p w14:paraId="50AC4221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A953EC">
              <w:rPr>
                <w:color w:val="414042"/>
                <w:w w:val="105"/>
                <w:sz w:val="18"/>
                <w:szCs w:val="18"/>
              </w:rPr>
              <w:t>The integration of telecommunications and computers, as well as necessary enterprise software, middleware, and storage and audiovisual software, which enables users to access, store, transmit, understand, and manipulate health information</w:t>
            </w:r>
          </w:p>
        </w:tc>
      </w:tr>
      <w:tr w:rsidR="008F2508" w:rsidRPr="00DC7D59" w14:paraId="3AE08ACE" w14:textId="77777777" w:rsidTr="000824E5">
        <w:trPr>
          <w:trHeight w:val="20"/>
        </w:trPr>
        <w:tc>
          <w:tcPr>
            <w:tcW w:w="2410" w:type="dxa"/>
            <w:tcBorders>
              <w:top w:val="nil"/>
              <w:bottom w:val="nil"/>
            </w:tcBorders>
          </w:tcPr>
          <w:p w14:paraId="55189AB3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ind w:left="39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DC7D59">
              <w:rPr>
                <w:color w:val="414042"/>
                <w:w w:val="105"/>
                <w:sz w:val="18"/>
                <w:szCs w:val="18"/>
                <w:lang w:val="en-GB"/>
              </w:rPr>
              <w:t>Intervention Functionality</w:t>
            </w:r>
          </w:p>
        </w:tc>
        <w:tc>
          <w:tcPr>
            <w:tcW w:w="6946" w:type="dxa"/>
            <w:tcBorders>
              <w:top w:val="nil"/>
              <w:bottom w:val="nil"/>
            </w:tcBorders>
          </w:tcPr>
          <w:p w14:paraId="2BF3967A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A953EC">
              <w:rPr>
                <w:color w:val="414042"/>
                <w:w w:val="105"/>
                <w:sz w:val="18"/>
                <w:szCs w:val="18"/>
              </w:rPr>
              <w:t>The ability of digital health to work as expected to help users meet their health goals and needs</w:t>
            </w:r>
          </w:p>
        </w:tc>
      </w:tr>
      <w:tr w:rsidR="008F2508" w:rsidRPr="00DC7D59" w14:paraId="3B861A9D" w14:textId="77777777" w:rsidTr="000824E5">
        <w:trPr>
          <w:trHeight w:val="20"/>
        </w:trPr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5339DB6C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ind w:left="39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DC7D59">
              <w:rPr>
                <w:color w:val="414042"/>
                <w:w w:val="105"/>
                <w:sz w:val="18"/>
                <w:szCs w:val="18"/>
                <w:lang w:val="en-GB"/>
              </w:rPr>
              <w:t>Intervention Interaction Design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</w:tcPr>
          <w:p w14:paraId="6DA3AF39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A953EC">
              <w:rPr>
                <w:color w:val="414042"/>
                <w:w w:val="105"/>
                <w:sz w:val="18"/>
                <w:szCs w:val="18"/>
              </w:rPr>
              <w:t>The process of moving digital health from its existing state to a preferred state to optimize interactions between patients and digital health interventions</w:t>
            </w:r>
          </w:p>
        </w:tc>
      </w:tr>
      <w:tr w:rsidR="008F2508" w:rsidRPr="00DC7D59" w14:paraId="375D7A1F" w14:textId="77777777" w:rsidTr="000824E5">
        <w:trPr>
          <w:trHeight w:val="20"/>
        </w:trPr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F3F1ED"/>
          </w:tcPr>
          <w:p w14:paraId="22B7CB15" w14:textId="77777777" w:rsidR="008F2508" w:rsidRPr="00052D50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5" w:line="360" w:lineRule="auto"/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</w:pPr>
            <w:r w:rsidRPr="00052D50"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  <w:t>Organizational Determinants</w:t>
            </w:r>
          </w:p>
        </w:tc>
        <w:tc>
          <w:tcPr>
            <w:tcW w:w="6946" w:type="dxa"/>
            <w:tcBorders>
              <w:top w:val="single" w:sz="4" w:space="0" w:color="auto"/>
              <w:bottom w:val="dotted" w:sz="4" w:space="0" w:color="auto"/>
            </w:tcBorders>
            <w:shd w:val="clear" w:color="auto" w:fill="F3F1ED"/>
          </w:tcPr>
          <w:p w14:paraId="7FF6BA7E" w14:textId="77777777" w:rsidR="008F2508" w:rsidRPr="00052D50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5" w:line="360" w:lineRule="auto"/>
              <w:rPr>
                <w:b/>
                <w:bCs/>
                <w:color w:val="414042"/>
                <w:spacing w:val="-2"/>
                <w:w w:val="105"/>
                <w:sz w:val="18"/>
                <w:szCs w:val="18"/>
                <w:lang w:val="en-GB"/>
              </w:rPr>
            </w:pPr>
          </w:p>
        </w:tc>
      </w:tr>
      <w:tr w:rsidR="008F2508" w:rsidRPr="00DC7D59" w14:paraId="3961EA00" w14:textId="77777777" w:rsidTr="000824E5">
        <w:trPr>
          <w:trHeight w:val="20"/>
        </w:trPr>
        <w:tc>
          <w:tcPr>
            <w:tcW w:w="2410" w:type="dxa"/>
            <w:tcBorders>
              <w:top w:val="dotted" w:sz="4" w:space="0" w:color="auto"/>
              <w:bottom w:val="nil"/>
            </w:tcBorders>
          </w:tcPr>
          <w:p w14:paraId="1822C4F7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DC7D59">
              <w:rPr>
                <w:color w:val="414042"/>
                <w:w w:val="105"/>
                <w:sz w:val="18"/>
                <w:szCs w:val="18"/>
                <w:lang w:val="en-GB"/>
              </w:rPr>
              <w:t>Organizational Environment</w:t>
            </w:r>
          </w:p>
        </w:tc>
        <w:tc>
          <w:tcPr>
            <w:tcW w:w="6946" w:type="dxa"/>
            <w:tcBorders>
              <w:top w:val="dotted" w:sz="4" w:space="0" w:color="auto"/>
              <w:bottom w:val="nil"/>
            </w:tcBorders>
          </w:tcPr>
          <w:p w14:paraId="08EAF912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A953EC">
              <w:rPr>
                <w:color w:val="414042"/>
                <w:w w:val="105"/>
                <w:sz w:val="18"/>
                <w:szCs w:val="18"/>
              </w:rPr>
              <w:t>The management of the health service system, as affected by the rules, values, and practices of the involved people or community</w:t>
            </w:r>
          </w:p>
        </w:tc>
      </w:tr>
      <w:tr w:rsidR="008F2508" w:rsidRPr="00DC7D59" w14:paraId="301C4B4F" w14:textId="77777777" w:rsidTr="000824E5">
        <w:trPr>
          <w:trHeight w:val="20"/>
        </w:trPr>
        <w:tc>
          <w:tcPr>
            <w:tcW w:w="2410" w:type="dxa"/>
            <w:tcBorders>
              <w:top w:val="nil"/>
              <w:bottom w:val="nil"/>
            </w:tcBorders>
          </w:tcPr>
          <w:p w14:paraId="7C5AE042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ind w:left="39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DC7D59">
              <w:rPr>
                <w:color w:val="414042"/>
                <w:w w:val="105"/>
                <w:sz w:val="18"/>
                <w:szCs w:val="18"/>
                <w:lang w:val="en-GB"/>
              </w:rPr>
              <w:t>Physical Environment</w:t>
            </w:r>
          </w:p>
        </w:tc>
        <w:tc>
          <w:tcPr>
            <w:tcW w:w="6946" w:type="dxa"/>
            <w:tcBorders>
              <w:top w:val="nil"/>
              <w:bottom w:val="nil"/>
            </w:tcBorders>
          </w:tcPr>
          <w:p w14:paraId="455A3126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A953EC">
              <w:rPr>
                <w:color w:val="414042"/>
                <w:w w:val="105"/>
                <w:sz w:val="18"/>
                <w:szCs w:val="18"/>
              </w:rPr>
              <w:t>The tangible surroundings (such as space, light, or sound) around patients, which affects their interactions with digital health</w:t>
            </w:r>
          </w:p>
        </w:tc>
      </w:tr>
      <w:tr w:rsidR="008F2508" w:rsidRPr="00DC7D59" w14:paraId="6CEB1ABA" w14:textId="77777777" w:rsidTr="000824E5">
        <w:trPr>
          <w:trHeight w:val="224"/>
        </w:trPr>
        <w:tc>
          <w:tcPr>
            <w:tcW w:w="2410" w:type="dxa"/>
            <w:tcBorders>
              <w:top w:val="nil"/>
              <w:bottom w:val="single" w:sz="18" w:space="0" w:color="auto"/>
            </w:tcBorders>
          </w:tcPr>
          <w:p w14:paraId="4881DAA2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ind w:left="39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DC7D59">
              <w:rPr>
                <w:color w:val="414042"/>
                <w:w w:val="105"/>
                <w:sz w:val="18"/>
                <w:szCs w:val="18"/>
                <w:lang w:val="en-GB"/>
              </w:rPr>
              <w:t>Social Environment</w:t>
            </w:r>
          </w:p>
        </w:tc>
        <w:tc>
          <w:tcPr>
            <w:tcW w:w="6946" w:type="dxa"/>
            <w:tcBorders>
              <w:top w:val="nil"/>
              <w:bottom w:val="single" w:sz="18" w:space="0" w:color="auto"/>
            </w:tcBorders>
          </w:tcPr>
          <w:p w14:paraId="38AD56E3" w14:textId="77777777" w:rsidR="008F2508" w:rsidRPr="00DC7D59" w:rsidRDefault="008F2508" w:rsidP="000824E5">
            <w:pPr>
              <w:kinsoku w:val="0"/>
              <w:overflowPunct w:val="0"/>
              <w:autoSpaceDE w:val="0"/>
              <w:autoSpaceDN w:val="0"/>
              <w:adjustRightInd w:val="0"/>
              <w:spacing w:before="44" w:line="360" w:lineRule="auto"/>
              <w:rPr>
                <w:color w:val="414042"/>
                <w:w w:val="105"/>
                <w:sz w:val="18"/>
                <w:szCs w:val="18"/>
                <w:lang w:val="en-GB"/>
              </w:rPr>
            </w:pPr>
            <w:r w:rsidRPr="00A953EC">
              <w:rPr>
                <w:color w:val="414042"/>
                <w:w w:val="105"/>
                <w:sz w:val="18"/>
                <w:szCs w:val="18"/>
              </w:rPr>
              <w:t>The cultural environment (such as policy, business, or customs) that affect patients’ interactions with digital health</w:t>
            </w:r>
          </w:p>
        </w:tc>
      </w:tr>
    </w:tbl>
    <w:p w14:paraId="126D50BA" w14:textId="77777777" w:rsidR="008F2508" w:rsidRPr="00695A0F" w:rsidRDefault="008F2508" w:rsidP="008F2508">
      <w:pPr>
        <w:kinsoku w:val="0"/>
        <w:overflowPunct w:val="0"/>
        <w:autoSpaceDE w:val="0"/>
        <w:autoSpaceDN w:val="0"/>
        <w:adjustRightInd w:val="0"/>
        <w:spacing w:line="360" w:lineRule="auto"/>
        <w:ind w:right="102"/>
        <w:jc w:val="both"/>
        <w:rPr>
          <w:color w:val="414042"/>
          <w:w w:val="110"/>
          <w:sz w:val="20"/>
          <w:szCs w:val="20"/>
          <w:lang w:val="en-GB"/>
        </w:rPr>
      </w:pPr>
    </w:p>
    <w:p w14:paraId="7BD19F77" w14:textId="77777777" w:rsidR="008F2508" w:rsidRDefault="008F2508">
      <w:pPr>
        <w:rPr>
          <w:lang w:val="en-GB"/>
        </w:rPr>
        <w:sectPr w:rsidR="008F250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8BD155" w14:textId="7D772F36" w:rsidR="008F2508" w:rsidRDefault="008F2508">
      <w:pPr>
        <w:rPr>
          <w:lang w:val="en-GB"/>
        </w:rPr>
      </w:pPr>
      <w:r>
        <w:rPr>
          <w:b/>
          <w:bCs/>
          <w:color w:val="191140"/>
          <w:w w:val="105"/>
          <w:sz w:val="17"/>
          <w:szCs w:val="17"/>
          <w:lang w:val="en-GB"/>
        </w:rPr>
        <w:lastRenderedPageBreak/>
        <w:t>Table 2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. Influencing </w:t>
      </w:r>
      <w:r>
        <w:rPr>
          <w:b/>
          <w:bCs/>
          <w:color w:val="191140"/>
          <w:w w:val="105"/>
          <w:sz w:val="17"/>
          <w:szCs w:val="17"/>
          <w:lang w:val="en-GB"/>
        </w:rPr>
        <w:t>F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actors on </w:t>
      </w:r>
      <w:r>
        <w:rPr>
          <w:b/>
          <w:bCs/>
          <w:color w:val="191140"/>
          <w:w w:val="105"/>
          <w:sz w:val="17"/>
          <w:szCs w:val="17"/>
          <w:lang w:val="en-GB"/>
        </w:rPr>
        <w:t>D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igital </w:t>
      </w:r>
      <w:r>
        <w:rPr>
          <w:b/>
          <w:bCs/>
          <w:color w:val="191140"/>
          <w:w w:val="105"/>
          <w:sz w:val="17"/>
          <w:szCs w:val="17"/>
          <w:lang w:val="en-GB"/>
        </w:rPr>
        <w:t>P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atient </w:t>
      </w:r>
      <w:r>
        <w:rPr>
          <w:b/>
          <w:bCs/>
          <w:color w:val="191140"/>
          <w:w w:val="105"/>
          <w:sz w:val="17"/>
          <w:szCs w:val="17"/>
          <w:lang w:val="en-GB"/>
        </w:rPr>
        <w:t>E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>xperience (</w:t>
      </w:r>
      <w:r>
        <w:rPr>
          <w:b/>
          <w:bCs/>
          <w:color w:val="191140"/>
          <w:w w:val="105"/>
          <w:sz w:val="17"/>
          <w:szCs w:val="17"/>
          <w:lang w:val="en-GB"/>
        </w:rPr>
        <w:t>D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>ouble-</w:t>
      </w:r>
      <w:r>
        <w:rPr>
          <w:b/>
          <w:bCs/>
          <w:color w:val="191140"/>
          <w:w w:val="105"/>
          <w:sz w:val="17"/>
          <w:szCs w:val="17"/>
          <w:lang w:val="en-GB"/>
        </w:rPr>
        <w:t>E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dged </w:t>
      </w:r>
      <w:r>
        <w:rPr>
          <w:b/>
          <w:bCs/>
          <w:color w:val="191140"/>
          <w:w w:val="105"/>
          <w:sz w:val="17"/>
          <w:szCs w:val="17"/>
          <w:lang w:val="en-GB"/>
        </w:rPr>
        <w:t>F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actors </w:t>
      </w:r>
      <w:r>
        <w:rPr>
          <w:b/>
          <w:bCs/>
          <w:color w:val="191140"/>
          <w:w w:val="105"/>
          <w:sz w:val="17"/>
          <w:szCs w:val="17"/>
          <w:lang w:val="en-GB"/>
        </w:rPr>
        <w:t>I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mply </w:t>
      </w:r>
      <w:r>
        <w:rPr>
          <w:b/>
          <w:bCs/>
          <w:color w:val="191140"/>
          <w:w w:val="105"/>
          <w:sz w:val="17"/>
          <w:szCs w:val="17"/>
          <w:lang w:val="en-GB"/>
        </w:rPr>
        <w:t>D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iverse </w:t>
      </w:r>
      <w:r>
        <w:rPr>
          <w:b/>
          <w:bCs/>
          <w:color w:val="191140"/>
          <w:w w:val="105"/>
          <w:sz w:val="17"/>
          <w:szCs w:val="17"/>
          <w:lang w:val="en-GB"/>
        </w:rPr>
        <w:t>I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mpact, </w:t>
      </w:r>
      <w:r>
        <w:rPr>
          <w:b/>
          <w:bCs/>
          <w:color w:val="191140"/>
          <w:w w:val="105"/>
          <w:sz w:val="17"/>
          <w:szCs w:val="17"/>
          <w:lang w:val="en-GB"/>
        </w:rPr>
        <w:t>P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ositive </w:t>
      </w:r>
      <w:r>
        <w:rPr>
          <w:b/>
          <w:bCs/>
          <w:color w:val="191140"/>
          <w:w w:val="105"/>
          <w:sz w:val="17"/>
          <w:szCs w:val="17"/>
          <w:lang w:val="en-GB"/>
        </w:rPr>
        <w:t>F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actors </w:t>
      </w:r>
      <w:r>
        <w:rPr>
          <w:b/>
          <w:bCs/>
          <w:color w:val="191140"/>
          <w:w w:val="105"/>
          <w:sz w:val="17"/>
          <w:szCs w:val="17"/>
          <w:lang w:val="en-GB"/>
        </w:rPr>
        <w:t>I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mply </w:t>
      </w:r>
      <w:r>
        <w:rPr>
          <w:b/>
          <w:bCs/>
          <w:color w:val="191140"/>
          <w:w w:val="105"/>
          <w:sz w:val="17"/>
          <w:szCs w:val="17"/>
          <w:lang w:val="en-GB"/>
        </w:rPr>
        <w:t>P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ositive </w:t>
      </w:r>
      <w:r>
        <w:rPr>
          <w:b/>
          <w:bCs/>
          <w:color w:val="191140"/>
          <w:w w:val="105"/>
          <w:sz w:val="17"/>
          <w:szCs w:val="17"/>
          <w:lang w:val="en-GB"/>
        </w:rPr>
        <w:t>I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mpact, and </w:t>
      </w:r>
      <w:r>
        <w:rPr>
          <w:b/>
          <w:bCs/>
          <w:color w:val="191140"/>
          <w:w w:val="105"/>
          <w:sz w:val="17"/>
          <w:szCs w:val="17"/>
          <w:lang w:val="en-GB"/>
        </w:rPr>
        <w:t>N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egative </w:t>
      </w:r>
      <w:r>
        <w:rPr>
          <w:b/>
          <w:bCs/>
          <w:color w:val="191140"/>
          <w:w w:val="105"/>
          <w:sz w:val="17"/>
          <w:szCs w:val="17"/>
          <w:lang w:val="en-GB"/>
        </w:rPr>
        <w:t>F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actors </w:t>
      </w:r>
      <w:r>
        <w:rPr>
          <w:b/>
          <w:bCs/>
          <w:color w:val="191140"/>
          <w:w w:val="105"/>
          <w:sz w:val="17"/>
          <w:szCs w:val="17"/>
          <w:lang w:val="en-GB"/>
        </w:rPr>
        <w:t>I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mply </w:t>
      </w:r>
      <w:r>
        <w:rPr>
          <w:b/>
          <w:bCs/>
          <w:color w:val="191140"/>
          <w:w w:val="105"/>
          <w:sz w:val="17"/>
          <w:szCs w:val="17"/>
          <w:lang w:val="en-GB"/>
        </w:rPr>
        <w:t>N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 xml:space="preserve">egative </w:t>
      </w:r>
      <w:r>
        <w:rPr>
          <w:b/>
          <w:bCs/>
          <w:color w:val="191140"/>
          <w:w w:val="105"/>
          <w:sz w:val="17"/>
          <w:szCs w:val="17"/>
          <w:lang w:val="en-GB"/>
        </w:rPr>
        <w:t>I</w:t>
      </w:r>
      <w:r w:rsidRPr="00F84CE4">
        <w:rPr>
          <w:b/>
          <w:bCs/>
          <w:color w:val="191140"/>
          <w:w w:val="105"/>
          <w:sz w:val="17"/>
          <w:szCs w:val="17"/>
          <w:lang w:val="en-GB"/>
        </w:rPr>
        <w:t>mpact).</w:t>
      </w:r>
    </w:p>
    <w:tbl>
      <w:tblPr>
        <w:tblStyle w:val="TableGrid"/>
        <w:tblW w:w="5000" w:type="pct"/>
        <w:tblBorders>
          <w:insideH w:val="dotted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76"/>
        <w:gridCol w:w="176"/>
        <w:gridCol w:w="1574"/>
        <w:gridCol w:w="878"/>
        <w:gridCol w:w="2053"/>
        <w:gridCol w:w="2490"/>
        <w:gridCol w:w="1765"/>
        <w:gridCol w:w="3848"/>
      </w:tblGrid>
      <w:tr w:rsidR="008F2508" w:rsidRPr="00F84CE4" w14:paraId="05E6D015" w14:textId="77777777" w:rsidTr="000824E5">
        <w:trPr>
          <w:trHeight w:val="19"/>
          <w:tblHeader/>
        </w:trPr>
        <w:tc>
          <w:tcPr>
            <w:tcW w:w="758" w:type="pct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F3F1ED"/>
          </w:tcPr>
          <w:p w14:paraId="70308E30" w14:textId="77777777" w:rsidR="008F2508" w:rsidRPr="00F84CE4" w:rsidRDefault="008F2508" w:rsidP="000824E5">
            <w:pPr>
              <w:spacing w:line="360" w:lineRule="auto"/>
              <w:rPr>
                <w:b/>
                <w:bCs/>
                <w:color w:val="414042"/>
                <w:w w:val="105"/>
                <w:sz w:val="18"/>
                <w:szCs w:val="18"/>
              </w:rPr>
            </w:pPr>
            <w:r w:rsidRPr="00F84CE4">
              <w:rPr>
                <w:b/>
                <w:bCs/>
                <w:color w:val="414042"/>
                <w:w w:val="105"/>
                <w:sz w:val="18"/>
                <w:szCs w:val="18"/>
              </w:rPr>
              <w:t>Themes</w:t>
            </w:r>
          </w:p>
        </w:tc>
        <w:tc>
          <w:tcPr>
            <w:tcW w:w="333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F3F1ED"/>
          </w:tcPr>
          <w:p w14:paraId="11CBAEEB" w14:textId="77777777" w:rsidR="008F2508" w:rsidRPr="00F84CE4" w:rsidRDefault="008F2508" w:rsidP="000824E5">
            <w:pPr>
              <w:spacing w:line="360" w:lineRule="auto"/>
              <w:rPr>
                <w:b/>
                <w:bCs/>
                <w:color w:val="414042"/>
                <w:w w:val="105"/>
                <w:sz w:val="18"/>
                <w:szCs w:val="18"/>
              </w:rPr>
            </w:pPr>
            <w:r w:rsidRPr="00F84CE4">
              <w:rPr>
                <w:b/>
                <w:bCs/>
                <w:color w:val="414042"/>
                <w:w w:val="105"/>
                <w:sz w:val="18"/>
                <w:szCs w:val="18"/>
              </w:rPr>
              <w:t>Studies, n (%)</w:t>
            </w:r>
          </w:p>
        </w:tc>
        <w:tc>
          <w:tcPr>
            <w:tcW w:w="779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F3F1ED"/>
          </w:tcPr>
          <w:p w14:paraId="4E021B00" w14:textId="77777777" w:rsidR="008F2508" w:rsidRPr="00F84CE4" w:rsidRDefault="008F2508" w:rsidP="000824E5">
            <w:pPr>
              <w:spacing w:line="360" w:lineRule="auto"/>
              <w:rPr>
                <w:b/>
                <w:bCs/>
                <w:color w:val="414042"/>
                <w:w w:val="105"/>
                <w:sz w:val="18"/>
                <w:szCs w:val="18"/>
              </w:rPr>
            </w:pPr>
            <w:r w:rsidRPr="00F84CE4">
              <w:rPr>
                <w:b/>
                <w:bCs/>
                <w:color w:val="414042"/>
                <w:w w:val="105"/>
                <w:sz w:val="18"/>
                <w:szCs w:val="18"/>
              </w:rPr>
              <w:t>Positive factors</w:t>
            </w:r>
          </w:p>
        </w:tc>
        <w:tc>
          <w:tcPr>
            <w:tcW w:w="975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F3F1ED"/>
          </w:tcPr>
          <w:p w14:paraId="41D2C097" w14:textId="77777777" w:rsidR="008F2508" w:rsidRPr="00F84CE4" w:rsidRDefault="008F2508" w:rsidP="000824E5">
            <w:pPr>
              <w:spacing w:line="360" w:lineRule="auto"/>
              <w:rPr>
                <w:b/>
                <w:bCs/>
                <w:color w:val="414042"/>
                <w:w w:val="105"/>
                <w:sz w:val="18"/>
                <w:szCs w:val="18"/>
              </w:rPr>
            </w:pPr>
            <w:r w:rsidRPr="00F84CE4">
              <w:rPr>
                <w:b/>
                <w:bCs/>
                <w:color w:val="414042"/>
                <w:w w:val="105"/>
                <w:sz w:val="18"/>
                <w:szCs w:val="18"/>
              </w:rPr>
              <w:t>Negative factors</w:t>
            </w:r>
          </w:p>
        </w:tc>
        <w:tc>
          <w:tcPr>
            <w:tcW w:w="656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F3F1ED"/>
          </w:tcPr>
          <w:p w14:paraId="4D3348C8" w14:textId="77777777" w:rsidR="008F2508" w:rsidRPr="00F84CE4" w:rsidRDefault="008F2508" w:rsidP="000824E5">
            <w:pPr>
              <w:spacing w:line="360" w:lineRule="auto"/>
              <w:rPr>
                <w:b/>
                <w:bCs/>
                <w:color w:val="414042"/>
                <w:w w:val="105"/>
                <w:sz w:val="18"/>
                <w:szCs w:val="18"/>
              </w:rPr>
            </w:pPr>
            <w:r w:rsidRPr="00F84CE4">
              <w:rPr>
                <w:b/>
                <w:bCs/>
                <w:color w:val="414042"/>
                <w:w w:val="105"/>
                <w:sz w:val="18"/>
                <w:szCs w:val="18"/>
              </w:rPr>
              <w:t>Double-edged factors</w:t>
            </w:r>
          </w:p>
        </w:tc>
        <w:tc>
          <w:tcPr>
            <w:tcW w:w="1500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F3F1ED"/>
          </w:tcPr>
          <w:p w14:paraId="437BF806" w14:textId="77777777" w:rsidR="008F2508" w:rsidRPr="00F84CE4" w:rsidRDefault="008F2508" w:rsidP="000824E5">
            <w:pPr>
              <w:spacing w:line="360" w:lineRule="auto"/>
              <w:rPr>
                <w:b/>
                <w:bCs/>
                <w:color w:val="414042"/>
                <w:w w:val="105"/>
                <w:sz w:val="18"/>
                <w:szCs w:val="18"/>
              </w:rPr>
            </w:pPr>
            <w:r w:rsidRPr="00F84CE4">
              <w:rPr>
                <w:b/>
                <w:bCs/>
                <w:color w:val="414042"/>
                <w:w w:val="105"/>
                <w:sz w:val="18"/>
                <w:szCs w:val="18"/>
              </w:rPr>
              <w:t>References</w:t>
            </w:r>
          </w:p>
        </w:tc>
      </w:tr>
      <w:tr w:rsidR="008F2508" w:rsidRPr="00F84CE4" w14:paraId="01230165" w14:textId="77777777" w:rsidTr="000824E5">
        <w:trPr>
          <w:trHeight w:val="19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1ED"/>
          </w:tcPr>
          <w:p w14:paraId="02C95733" w14:textId="77777777" w:rsidR="008F2508" w:rsidRPr="00F84CE4" w:rsidRDefault="008F2508" w:rsidP="000824E5">
            <w:pPr>
              <w:spacing w:line="360" w:lineRule="auto"/>
              <w:rPr>
                <w:b/>
                <w:bCs/>
                <w:color w:val="414042"/>
                <w:w w:val="105"/>
                <w:sz w:val="18"/>
                <w:szCs w:val="18"/>
              </w:rPr>
            </w:pPr>
            <w:r w:rsidRPr="00F84CE4">
              <w:rPr>
                <w:b/>
                <w:bCs/>
                <w:color w:val="414042"/>
                <w:w w:val="105"/>
                <w:sz w:val="18"/>
                <w:szCs w:val="18"/>
              </w:rPr>
              <w:t>Behavioral determinants (3 categories, 6 themes, 11 positive factors, 21 negative factors, and 5 double-edged factors)</w:t>
            </w:r>
          </w:p>
        </w:tc>
      </w:tr>
      <w:tr w:rsidR="008F2508" w:rsidRPr="00F84CE4" w14:paraId="7C362860" w14:textId="77777777" w:rsidTr="000824E5">
        <w:trPr>
          <w:trHeight w:val="19"/>
        </w:trPr>
        <w:tc>
          <w:tcPr>
            <w:tcW w:w="68" w:type="pct"/>
            <w:tcBorders>
              <w:top w:val="single" w:sz="4" w:space="0" w:color="auto"/>
              <w:left w:val="nil"/>
              <w:right w:val="nil"/>
            </w:tcBorders>
          </w:tcPr>
          <w:p w14:paraId="36F92635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4932" w:type="pct"/>
            <w:gridSpan w:val="7"/>
            <w:tcBorders>
              <w:top w:val="single" w:sz="4" w:space="0" w:color="auto"/>
              <w:left w:val="nil"/>
              <w:right w:val="nil"/>
            </w:tcBorders>
          </w:tcPr>
          <w:p w14:paraId="0F3B97AB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Patient capability category</w:t>
            </w:r>
          </w:p>
        </w:tc>
      </w:tr>
      <w:tr w:rsidR="008F2508" w:rsidRPr="00F84CE4" w14:paraId="7DB581E6" w14:textId="77777777" w:rsidTr="000824E5">
        <w:trPr>
          <w:trHeight w:val="19"/>
        </w:trPr>
        <w:tc>
          <w:tcPr>
            <w:tcW w:w="68" w:type="pct"/>
            <w:tcBorders>
              <w:left w:val="nil"/>
              <w:bottom w:val="dotted" w:sz="4" w:space="0" w:color="auto"/>
              <w:right w:val="nil"/>
            </w:tcBorders>
          </w:tcPr>
          <w:p w14:paraId="44B7DFFD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bottom w:val="dotted" w:sz="4" w:space="0" w:color="auto"/>
              <w:right w:val="nil"/>
            </w:tcBorders>
          </w:tcPr>
          <w:p w14:paraId="5D18C327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bottom w:val="dotted" w:sz="4" w:space="0" w:color="auto"/>
              <w:right w:val="nil"/>
            </w:tcBorders>
          </w:tcPr>
          <w:p w14:paraId="1A038BA2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Knowledge and skills </w:t>
            </w:r>
          </w:p>
        </w:tc>
        <w:tc>
          <w:tcPr>
            <w:tcW w:w="333" w:type="pct"/>
            <w:tcBorders>
              <w:left w:val="nil"/>
              <w:bottom w:val="dotted" w:sz="4" w:space="0" w:color="auto"/>
              <w:right w:val="nil"/>
            </w:tcBorders>
          </w:tcPr>
          <w:p w14:paraId="15107EE0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16 (36)</w:t>
            </w:r>
          </w:p>
        </w:tc>
        <w:tc>
          <w:tcPr>
            <w:tcW w:w="779" w:type="pct"/>
            <w:tcBorders>
              <w:left w:val="nil"/>
              <w:bottom w:val="dotted" w:sz="4" w:space="0" w:color="auto"/>
              <w:right w:val="nil"/>
            </w:tcBorders>
          </w:tcPr>
          <w:p w14:paraId="34E0139E" w14:textId="77777777" w:rsidR="008F2508" w:rsidRPr="00F84CE4" w:rsidRDefault="008F2508" w:rsidP="008F2508">
            <w:pPr>
              <w:numPr>
                <w:ilvl w:val="0"/>
                <w:numId w:val="1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Familiarity with the technology</w:t>
            </w:r>
          </w:p>
          <w:p w14:paraId="135D6FBD" w14:textId="77777777" w:rsidR="008F2508" w:rsidRPr="00F84CE4" w:rsidRDefault="008F2508" w:rsidP="008F2508">
            <w:pPr>
              <w:numPr>
                <w:ilvl w:val="0"/>
                <w:numId w:val="1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Previous positive experience with digital health</w:t>
            </w:r>
          </w:p>
        </w:tc>
        <w:tc>
          <w:tcPr>
            <w:tcW w:w="975" w:type="pct"/>
            <w:tcBorders>
              <w:left w:val="nil"/>
              <w:bottom w:val="dotted" w:sz="4" w:space="0" w:color="auto"/>
              <w:right w:val="nil"/>
            </w:tcBorders>
          </w:tcPr>
          <w:p w14:paraId="02946940" w14:textId="77777777" w:rsidR="008F2508" w:rsidRPr="00F84CE4" w:rsidRDefault="008F2508" w:rsidP="008F2508">
            <w:pPr>
              <w:numPr>
                <w:ilvl w:val="0"/>
                <w:numId w:val="1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Low literacy (language, technology; or health) </w:t>
            </w:r>
          </w:p>
          <w:p w14:paraId="12966996" w14:textId="77777777" w:rsidR="008F2508" w:rsidRPr="00F84CE4" w:rsidRDefault="008F2508" w:rsidP="008F2508">
            <w:pPr>
              <w:numPr>
                <w:ilvl w:val="0"/>
                <w:numId w:val="1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Previous negative experiences with digital health (eg, failure to achieve goals and disappointment with the DHIsa)</w:t>
            </w:r>
          </w:p>
        </w:tc>
        <w:tc>
          <w:tcPr>
            <w:tcW w:w="656" w:type="pct"/>
            <w:tcBorders>
              <w:left w:val="nil"/>
              <w:bottom w:val="dotted" w:sz="4" w:space="0" w:color="auto"/>
              <w:right w:val="nil"/>
            </w:tcBorders>
          </w:tcPr>
          <w:p w14:paraId="2F5D4ED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N/Ab</w:t>
            </w:r>
          </w:p>
        </w:tc>
        <w:tc>
          <w:tcPr>
            <w:tcW w:w="1500" w:type="pct"/>
            <w:tcBorders>
              <w:left w:val="nil"/>
              <w:bottom w:val="dotted" w:sz="4" w:space="0" w:color="auto"/>
              <w:right w:val="nil"/>
            </w:tcBorders>
          </w:tcPr>
          <w:p w14:paraId="29A6C3E2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PEVuZE5vdGU+PENpdGU+PEF1dGhvcj5CcnVudG9uPC9BdXRob3I+PFllYXI+MjAxNTwvWWVhcj48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PEVuZE5vdGU+PENpdGU+PEF1dGhvcj5CcnVudG9uPC9BdXRob3I+PFllYXI+MjAxNTwvWWVhcj48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>(Ames et al., 2019; Amberly Brigden et al., 2020; Brunton et al., 2015; Anna Cox et al., 2017; M. F. De La Cruz Monroy &amp; A. Mosahebi, 2019; Eze et al., 2020; Greenhalgh &amp; Shaw, 2017; Sakib Jalil et al., 2015; Lauren Jones &amp; Carol Grech, 2016; Katherine Morton et al., 2017; Esther Rincon et al., 2017; Dawn K Sakaguchi-Tang et al., 2017; Søgaard Neilsen &amp; Wilson, 2019; Simen A Steindal et al., 2020; Randi Stokke, 2016; Rachael C Walker et al., 2019)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74E830B6" w14:textId="77777777" w:rsidTr="000824E5">
        <w:trPr>
          <w:trHeight w:val="19"/>
        </w:trPr>
        <w:tc>
          <w:tcPr>
            <w:tcW w:w="68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37455BB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7ADCBC1E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0129CB0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Confidence levels </w:t>
            </w:r>
          </w:p>
        </w:tc>
        <w:tc>
          <w:tcPr>
            <w:tcW w:w="33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3B5E9666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6 (13)</w:t>
            </w:r>
          </w:p>
        </w:tc>
        <w:tc>
          <w:tcPr>
            <w:tcW w:w="77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36BC8C24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975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7A591226" w14:textId="77777777" w:rsidR="008F2508" w:rsidRPr="00F84CE4" w:rsidRDefault="008F2508" w:rsidP="008F2508">
            <w:pPr>
              <w:numPr>
                <w:ilvl w:val="0"/>
                <w:numId w:val="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Lack of confidence in skills</w:t>
            </w:r>
          </w:p>
          <w:p w14:paraId="461A2A2D" w14:textId="77777777" w:rsidR="008F2508" w:rsidRPr="00F84CE4" w:rsidRDefault="008F2508" w:rsidP="008F2508">
            <w:pPr>
              <w:numPr>
                <w:ilvl w:val="0"/>
                <w:numId w:val="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Perceived inability to use technologies or services</w:t>
            </w:r>
          </w:p>
          <w:p w14:paraId="74D0C940" w14:textId="77777777" w:rsidR="008F2508" w:rsidRPr="00F84CE4" w:rsidRDefault="008F2508" w:rsidP="008F2508">
            <w:pPr>
              <w:numPr>
                <w:ilvl w:val="0"/>
                <w:numId w:val="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Misunderstanding digital health tasks</w:t>
            </w:r>
          </w:p>
        </w:tc>
        <w:tc>
          <w:tcPr>
            <w:tcW w:w="656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08C59257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1E8BD146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PEVuZE5vdGU+PENpdGU+PEF1dGhvcj5KYWxpbDwvQXV0aG9yPjxZZWFyPjIwMTU8L1llYXI+PFJl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PEVuZE5vdGU+PENpdGU+PEF1dGhvcj5KYWxpbDwvQXV0aG9yPjxZZWFyPjIwMTU8L1llYXI+PFJl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>(Greenhalgh &amp; Shaw, 2017; Sakib Jalil et al., 2015; Lauren Jones &amp; Carol Grech, 2016; Guillermo Molina-Recio et al., 2020; Dawn K Sakaguchi-Tang et al., 2017; Rachael C Walker et al., 2019)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382093E6" w14:textId="77777777" w:rsidTr="000824E5">
        <w:trPr>
          <w:trHeight w:val="19"/>
        </w:trPr>
        <w:tc>
          <w:tcPr>
            <w:tcW w:w="68" w:type="pct"/>
            <w:tcBorders>
              <w:top w:val="single" w:sz="4" w:space="0" w:color="auto"/>
              <w:left w:val="nil"/>
              <w:right w:val="nil"/>
            </w:tcBorders>
          </w:tcPr>
          <w:p w14:paraId="0AA19E7F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4932" w:type="pct"/>
            <w:gridSpan w:val="7"/>
            <w:tcBorders>
              <w:top w:val="single" w:sz="4" w:space="0" w:color="auto"/>
              <w:left w:val="nil"/>
              <w:right w:val="nil"/>
            </w:tcBorders>
          </w:tcPr>
          <w:p w14:paraId="754A22A9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Patient opportunity category</w:t>
            </w:r>
          </w:p>
        </w:tc>
      </w:tr>
      <w:tr w:rsidR="008F2508" w:rsidRPr="00F84CE4" w14:paraId="7668CD30" w14:textId="77777777" w:rsidTr="000824E5">
        <w:trPr>
          <w:trHeight w:val="19"/>
        </w:trPr>
        <w:tc>
          <w:tcPr>
            <w:tcW w:w="68" w:type="pct"/>
            <w:tcBorders>
              <w:left w:val="nil"/>
              <w:bottom w:val="dotted" w:sz="4" w:space="0" w:color="auto"/>
              <w:right w:val="nil"/>
            </w:tcBorders>
          </w:tcPr>
          <w:p w14:paraId="54D6A49D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bottom w:val="dotted" w:sz="4" w:space="0" w:color="auto"/>
              <w:right w:val="nil"/>
            </w:tcBorders>
          </w:tcPr>
          <w:p w14:paraId="4975EE81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bottom w:val="dotted" w:sz="4" w:space="0" w:color="auto"/>
              <w:right w:val="nil"/>
            </w:tcBorders>
          </w:tcPr>
          <w:p w14:paraId="4C4BB20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Identity </w:t>
            </w:r>
          </w:p>
        </w:tc>
        <w:tc>
          <w:tcPr>
            <w:tcW w:w="333" w:type="pct"/>
            <w:tcBorders>
              <w:left w:val="nil"/>
              <w:bottom w:val="dotted" w:sz="4" w:space="0" w:color="auto"/>
              <w:right w:val="nil"/>
            </w:tcBorders>
          </w:tcPr>
          <w:p w14:paraId="0EFA080C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22 (49)</w:t>
            </w:r>
          </w:p>
        </w:tc>
        <w:tc>
          <w:tcPr>
            <w:tcW w:w="779" w:type="pct"/>
            <w:tcBorders>
              <w:left w:val="nil"/>
              <w:bottom w:val="dotted" w:sz="4" w:space="0" w:color="auto"/>
              <w:right w:val="nil"/>
            </w:tcBorders>
          </w:tcPr>
          <w:p w14:paraId="291362BE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Younger age (eg, easier access to the internet)</w:t>
            </w:r>
          </w:p>
          <w:p w14:paraId="67BFD735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DHIs fit into patient’s daily routine</w:t>
            </w:r>
          </w:p>
        </w:tc>
        <w:tc>
          <w:tcPr>
            <w:tcW w:w="975" w:type="pct"/>
            <w:tcBorders>
              <w:left w:val="nil"/>
              <w:bottom w:val="dotted" w:sz="4" w:space="0" w:color="auto"/>
              <w:right w:val="nil"/>
            </w:tcBorders>
          </w:tcPr>
          <w:p w14:paraId="45AFF155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Older age (eg, with age-related barriers)</w:t>
            </w:r>
          </w:p>
          <w:p w14:paraId="09CA24FF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Low socioeconomic status (eg, lack of access to digital health)</w:t>
            </w:r>
          </w:p>
          <w:p w14:paraId="2AF9F952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Business (eg, travel required, household responsibilities)</w:t>
            </w:r>
          </w:p>
        </w:tc>
        <w:tc>
          <w:tcPr>
            <w:tcW w:w="656" w:type="pct"/>
            <w:tcBorders>
              <w:left w:val="nil"/>
              <w:bottom w:val="dotted" w:sz="4" w:space="0" w:color="auto"/>
              <w:right w:val="nil"/>
            </w:tcBorders>
          </w:tcPr>
          <w:p w14:paraId="52DE787C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Gender differences</w:t>
            </w:r>
          </w:p>
        </w:tc>
        <w:tc>
          <w:tcPr>
            <w:tcW w:w="1500" w:type="pct"/>
            <w:tcBorders>
              <w:left w:val="nil"/>
              <w:bottom w:val="dotted" w:sz="4" w:space="0" w:color="auto"/>
              <w:right w:val="nil"/>
            </w:tcBorders>
          </w:tcPr>
          <w:p w14:paraId="3BC101A4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PEVuZE5vdGU+PENpdGU+PEF1dGhvcj5BbWVzPC9BdXRob3I+PFllYXI+MjAxOTwvWWVhcj48UmVj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PEVuZE5vdGU+PENpdGU+PEF1dGhvcj5BbWVzPC9BdXRob3I+PFllYXI+MjAxOTwvWWVhcj48UmVj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>(Ames et al., 2019; Amberly Brigden et al., 2020; Brunton et al., 2015; Anna Cox et al., 2017; M. F. De La Cruz Monroy &amp; A. Mosahebi, 2019; Eze et al., 2020; Joseph Firth &amp; John Torous, 2015; Sakib Jalil et al., 2015; A.-C. L. Leonardsen et al., 2020; Siew Lim et al., 2019; Deborah Morrison et al., 2014; Katherine Morton et al., 2017; Ramya Sita Palacholla et al., 2019; Esther Rincon et al., 2017; Dawn K Sakaguchi-Tang et al., 2017; Helen Slater et al., 2017; Simen A Steindal et al., 2020; Randi Stokke, 2016; Swanepoel &amp; Hall III, 2010; Rachael C Walker et al., 2019; Linda MP Wesselman et al., 2019; Gaby Anne Wildenbos et al., 2018)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0F17B61D" w14:textId="77777777" w:rsidTr="000824E5">
        <w:trPr>
          <w:trHeight w:val="19"/>
        </w:trPr>
        <w:tc>
          <w:tcPr>
            <w:tcW w:w="68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2D9497C2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388EC7E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58983F10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Health status</w:t>
            </w:r>
          </w:p>
        </w:tc>
        <w:tc>
          <w:tcPr>
            <w:tcW w:w="33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63B8279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20 (44)</w:t>
            </w:r>
          </w:p>
        </w:tc>
        <w:tc>
          <w:tcPr>
            <w:tcW w:w="77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2AD3E9CE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The earlier stages of illness and partial or full remission</w:t>
            </w:r>
          </w:p>
        </w:tc>
        <w:tc>
          <w:tcPr>
            <w:tcW w:w="975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1EBD59C8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Advanced chronic disease and complex comorbidities</w:t>
            </w:r>
          </w:p>
          <w:p w14:paraId="612A0E3E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The acute stages of illness</w:t>
            </w:r>
          </w:p>
          <w:p w14:paraId="25715065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Out of control health condition</w:t>
            </w:r>
          </w:p>
          <w:p w14:paraId="0725ED70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Cognitive barriers</w:t>
            </w:r>
          </w:p>
        </w:tc>
        <w:tc>
          <w:tcPr>
            <w:tcW w:w="656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5512A4BF" w14:textId="77777777" w:rsidR="008F2508" w:rsidRPr="00F84CE4" w:rsidRDefault="008F2508" w:rsidP="008F2508">
            <w:pPr>
              <w:numPr>
                <w:ilvl w:val="0"/>
                <w:numId w:val="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 stable (ie, under control) health condition</w:t>
            </w:r>
          </w:p>
        </w:tc>
        <w:tc>
          <w:tcPr>
            <w:tcW w:w="150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4747230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PEVuZE5vdGU+PENpdGU+PEF1dGhvcj5CcnVudG9uPC9BdXRob3I+PFllYXI+MjAxNTwvWWVhcj48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=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PEVuZE5vdGU+PENpdGU+PEF1dGhvcj5CcnVudG9uPC9BdXRob3I+PFllYXI+MjAxNTwvWWVhcj48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=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 xml:space="preserve">(Tina Lien Barken et al., 2019; Baumel et al., 2017; Amberly Brigden et al., 2020; Brunton et al., 2015; Anna Cox et al., 2017; M. F. De La Cruz Monroy &amp; A. Mosahebi, 2019; Eze et al., 2020; Joseph Firth &amp; John Torous, 2015; Fouquet &amp; Miranda, 2020; Greenhalgh &amp; Shaw, 2017; Sakib Jalil et al., 2015; Lauren Jones &amp; Carol Grech, 2016; Guillermo Molina-Recio et al., 2020; Katherine Morton et al., 2017; Ramya Sita Palacholla et al., </w:t>
            </w:r>
            <w:r>
              <w:rPr>
                <w:noProof/>
                <w:color w:val="414042"/>
                <w:w w:val="105"/>
                <w:sz w:val="18"/>
                <w:szCs w:val="18"/>
              </w:rPr>
              <w:lastRenderedPageBreak/>
              <w:t>2019; Dawn K Sakaguchi-Tang et al., 2017; Helen Slater et al., 2017; Simen A Steindal et al., 2020; Randi Stokke, 2016; Gaby Anne Wildenbos et al., 2018)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24BD416E" w14:textId="77777777" w:rsidTr="000824E5">
        <w:trPr>
          <w:trHeight w:val="19"/>
        </w:trPr>
        <w:tc>
          <w:tcPr>
            <w:tcW w:w="68" w:type="pct"/>
            <w:tcBorders>
              <w:top w:val="single" w:sz="4" w:space="0" w:color="auto"/>
              <w:left w:val="nil"/>
              <w:right w:val="nil"/>
            </w:tcBorders>
          </w:tcPr>
          <w:p w14:paraId="1BB21F99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4932" w:type="pct"/>
            <w:gridSpan w:val="7"/>
            <w:tcBorders>
              <w:top w:val="single" w:sz="4" w:space="0" w:color="auto"/>
              <w:left w:val="nil"/>
              <w:right w:val="nil"/>
            </w:tcBorders>
          </w:tcPr>
          <w:p w14:paraId="1B72F8BE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Patient motivation category</w:t>
            </w:r>
          </w:p>
        </w:tc>
      </w:tr>
      <w:tr w:rsidR="008F2508" w:rsidRPr="00F84CE4" w14:paraId="0C94DBA6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0B83D97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5C3ADFDB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59AAB9C9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Perception (perceived advantages and disadvantages)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05A63D13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21 (47)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5581A857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Perceived sense of security, independence, empowerment, convenience and access to care, and less sense of vulnerability</w:t>
            </w:r>
          </w:p>
          <w:p w14:paraId="6A23F269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Prepared for emergencies or hospital visits </w:t>
            </w:r>
          </w:p>
          <w:p w14:paraId="00179A10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Intact social networks</w:t>
            </w:r>
          </w:p>
          <w:p w14:paraId="247E0B37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 suitable goal setting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128107B0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Perceived no benefits </w:t>
            </w:r>
          </w:p>
          <w:p w14:paraId="7B10AFB8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Perceived threats to security, privacy, independence, or an individual’s sense of identity</w:t>
            </w:r>
          </w:p>
          <w:p w14:paraId="4A321C4E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Worried digital health would replace traditional appropriate (face-to-face) health care services</w:t>
            </w:r>
          </w:p>
          <w:p w14:paraId="7F74BCEA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Impede social life or interfere with patient-to-provider relationships</w:t>
            </w:r>
          </w:p>
          <w:p w14:paraId="3C806261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Cause additional burden (being bombarded with too many messages)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244B095E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6DB324B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PFJlY051bT4zMjA8L1JlY051bT48RGlzcGxheVRleHQ+KEFtZXMgZXQgYWwuLCAyMDE5OyBCYXVt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PFJlY051bT4zMjA8L1JlY051bT48RGlzcGxheVRleHQ+KEFtZXMgZXQgYWwuLCAyMDE5OyBCYXVt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>(Ames et al., 2019; Baumel et al., 2017; Brunton et al., 2015; Anna Cox et al., 2017; Eze et al., 2020; Joseph Firth &amp; John Torous, 2015; Greenhalgh &amp; Shaw, 2017; Sakib Jalil et al., 2015; Lauren Jones &amp; Carol Grech, 2016; Kuijpers et al., 2013; Siew Lim et al., 2019; Mukhtiar Memon et al., 2014; Guillermo Molina-Recio et al., 2020; Katherine Morton et al., 2017; Ramya Sita Palacholla et al., 2019; Dawn K Sakaguchi-Tang et al., 2017; Helen Slater et al., 2017; Randi Stokke, 2016; Rachael C Walker et al., 2019; Linda MP Wesselman et al., 2019; Gaby Anne Wildenbos et al., 2018)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57C0DB18" w14:textId="77777777" w:rsidTr="000824E5">
        <w:trPr>
          <w:trHeight w:val="19"/>
        </w:trPr>
        <w:tc>
          <w:tcPr>
            <w:tcW w:w="68" w:type="pct"/>
            <w:tcBorders>
              <w:left w:val="nil"/>
              <w:bottom w:val="single" w:sz="4" w:space="0" w:color="auto"/>
              <w:right w:val="nil"/>
            </w:tcBorders>
          </w:tcPr>
          <w:p w14:paraId="45BB2E52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bottom w:val="single" w:sz="4" w:space="0" w:color="auto"/>
              <w:right w:val="nil"/>
            </w:tcBorders>
          </w:tcPr>
          <w:p w14:paraId="38ECD06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bottom w:val="single" w:sz="4" w:space="0" w:color="auto"/>
              <w:right w:val="nil"/>
            </w:tcBorders>
          </w:tcPr>
          <w:p w14:paraId="70043711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Mindset</w:t>
            </w:r>
          </w:p>
        </w:tc>
        <w:tc>
          <w:tcPr>
            <w:tcW w:w="333" w:type="pct"/>
            <w:tcBorders>
              <w:left w:val="nil"/>
              <w:bottom w:val="single" w:sz="4" w:space="0" w:color="auto"/>
              <w:right w:val="nil"/>
            </w:tcBorders>
          </w:tcPr>
          <w:p w14:paraId="6CC168BB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15 (33)</w:t>
            </w:r>
          </w:p>
        </w:tc>
        <w:tc>
          <w:tcPr>
            <w:tcW w:w="779" w:type="pct"/>
            <w:tcBorders>
              <w:left w:val="nil"/>
              <w:bottom w:val="single" w:sz="4" w:space="0" w:color="auto"/>
              <w:right w:val="nil"/>
            </w:tcBorders>
          </w:tcPr>
          <w:p w14:paraId="52DBBAF4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Prefer digital solutions</w:t>
            </w:r>
          </w:p>
          <w:p w14:paraId="52A00791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Strong desire to keep healthy or gain knowledge</w:t>
            </w:r>
          </w:p>
        </w:tc>
        <w:tc>
          <w:tcPr>
            <w:tcW w:w="975" w:type="pct"/>
            <w:tcBorders>
              <w:left w:val="nil"/>
              <w:bottom w:val="single" w:sz="4" w:space="0" w:color="auto"/>
              <w:right w:val="nil"/>
            </w:tcBorders>
          </w:tcPr>
          <w:p w14:paraId="604F3937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Computer anxiety</w:t>
            </w:r>
          </w:p>
          <w:p w14:paraId="5A52D044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Overreliance</w:t>
            </w:r>
          </w:p>
          <w:p w14:paraId="360CA003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Loss of interest</w:t>
            </w:r>
          </w:p>
          <w:p w14:paraId="1D636EBB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Lack of motivation</w:t>
            </w:r>
          </w:p>
        </w:tc>
        <w:tc>
          <w:tcPr>
            <w:tcW w:w="656" w:type="pct"/>
            <w:tcBorders>
              <w:left w:val="nil"/>
              <w:bottom w:val="single" w:sz="4" w:space="0" w:color="auto"/>
              <w:right w:val="nil"/>
            </w:tcBorders>
          </w:tcPr>
          <w:p w14:paraId="0A9BB508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Patient preferences, expectations, desires, priorities, understanding, or beliefs</w:t>
            </w:r>
          </w:p>
          <w:p w14:paraId="127CB71F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Reliance </w:t>
            </w:r>
          </w:p>
          <w:p w14:paraId="5589D11D" w14:textId="77777777" w:rsidR="008F2508" w:rsidRPr="00F84CE4" w:rsidRDefault="008F2508" w:rsidP="008F2508">
            <w:pPr>
              <w:numPr>
                <w:ilvl w:val="0"/>
                <w:numId w:val="4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Trust in technology</w:t>
            </w:r>
          </w:p>
        </w:tc>
        <w:tc>
          <w:tcPr>
            <w:tcW w:w="1500" w:type="pct"/>
            <w:tcBorders>
              <w:left w:val="nil"/>
              <w:bottom w:val="single" w:sz="4" w:space="0" w:color="auto"/>
              <w:right w:val="nil"/>
            </w:tcBorders>
          </w:tcPr>
          <w:p w14:paraId="23282FDC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PEVuZE5vdGU+PENpdGU+PEF1dGhvcj5Nb3JyaXNvbjwvQXV0aG9yPjxZZWFyPjIwMTQ8L1llYXI+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PEVuZE5vdGU+PENpdGU+PEF1dGhvcj5Nb3JyaXNvbjwvQXV0aG9yPjxZZWFyPjIwMTQ8L1llYXI+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>(Ames et al., 2019; Brunton et al., 2015; Anna Cox et al., 2017; Eze et al., 2020; Greenhalgh &amp; Shaw, 2017; Sakib Jalil et al., 2015; Lauren Jones &amp; Carol Grech, 2016; Siew Lim et al., 2019; Guillermo Molina-Recio et al., 2020; Deborah Morrison et al., 2014; Katherine Morton et al., 2017; Dawn K Sakaguchi-Tang et al., 2017; Simen A Steindal et al., 2020; Swanepoel &amp; Hall III, 2010; Rachael C Walker et al., 2019)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102DC516" w14:textId="77777777" w:rsidTr="000824E5">
        <w:trPr>
          <w:trHeight w:val="19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1ED"/>
          </w:tcPr>
          <w:p w14:paraId="1CA20F32" w14:textId="77777777" w:rsidR="008F2508" w:rsidRPr="00F84CE4" w:rsidRDefault="008F2508" w:rsidP="000824E5">
            <w:pPr>
              <w:spacing w:line="360" w:lineRule="auto"/>
              <w:rPr>
                <w:b/>
                <w:bCs/>
                <w:color w:val="414042"/>
                <w:w w:val="105"/>
                <w:sz w:val="18"/>
                <w:szCs w:val="18"/>
              </w:rPr>
            </w:pPr>
            <w:r w:rsidRPr="00F84CE4">
              <w:rPr>
                <w:b/>
                <w:bCs/>
                <w:color w:val="414042"/>
                <w:w w:val="105"/>
                <w:sz w:val="18"/>
                <w:szCs w:val="18"/>
              </w:rPr>
              <w:t>Technical determinants (3 categories, 13 themes, 59 positive factors, 35 negative factors, and 13 double-edged factors)</w:t>
            </w:r>
          </w:p>
        </w:tc>
      </w:tr>
      <w:tr w:rsidR="008F2508" w:rsidRPr="00F84CE4" w14:paraId="46F13A9A" w14:textId="77777777" w:rsidTr="000824E5">
        <w:trPr>
          <w:trHeight w:val="19"/>
        </w:trPr>
        <w:tc>
          <w:tcPr>
            <w:tcW w:w="68" w:type="pct"/>
            <w:tcBorders>
              <w:top w:val="single" w:sz="4" w:space="0" w:color="auto"/>
              <w:left w:val="nil"/>
              <w:right w:val="nil"/>
            </w:tcBorders>
          </w:tcPr>
          <w:p w14:paraId="46EEA140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4932" w:type="pct"/>
            <w:gridSpan w:val="7"/>
            <w:tcBorders>
              <w:top w:val="single" w:sz="4" w:space="0" w:color="auto"/>
              <w:left w:val="nil"/>
              <w:right w:val="nil"/>
            </w:tcBorders>
          </w:tcPr>
          <w:p w14:paraId="4BAD004C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Intervention technology category</w:t>
            </w:r>
          </w:p>
        </w:tc>
      </w:tr>
      <w:tr w:rsidR="008F2508" w:rsidRPr="00F84CE4" w14:paraId="584AFCBA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2F61FB5D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5CF4FB52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3D5A5F24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Technical usability 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4F00C690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31 (69)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6BCE5E06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Ease of use and understanding</w:t>
            </w:r>
          </w:p>
          <w:p w14:paraId="66F9F29B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Ready-to-use applications and devices</w:t>
            </w:r>
          </w:p>
          <w:p w14:paraId="1DDD09D7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Automatic and seamless system updating</w:t>
            </w:r>
          </w:p>
          <w:p w14:paraId="43CF354D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Adaptive interface</w:t>
            </w:r>
          </w:p>
          <w:p w14:paraId="7F3CADA6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Avoiding error prompts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55DEC1F9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Difficulty to use </w:t>
            </w:r>
          </w:p>
          <w:p w14:paraId="5DC45348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Equipment or battery failure</w:t>
            </w:r>
          </w:p>
          <w:p w14:paraId="4FBBEB97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High system complexity (eg, complex software downloads and account or password settings)</w:t>
            </w:r>
          </w:p>
          <w:p w14:paraId="7749D20C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Data transmission and input difficulties</w:t>
            </w:r>
          </w:p>
          <w:p w14:paraId="660C2086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Unstable internet connection or slow loading of website</w:t>
            </w:r>
          </w:p>
          <w:p w14:paraId="7A48B2C8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Low accessibility</w:t>
            </w:r>
          </w:p>
          <w:p w14:paraId="51FF9765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Low error tolerance</w:t>
            </w:r>
          </w:p>
          <w:p w14:paraId="555FD788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Poor picture and sound quality</w:t>
            </w:r>
          </w:p>
          <w:p w14:paraId="58DC4E14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Low visibility on small screens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16AC2EA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N/A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6686B141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IExpZW4gQmFya2VuIGV0IGFsLiwgMjAxOTsgTmF6bGkgQmFzaGkgZXQgYWwuLCAyMDIwOyBCYXVt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IExpZW4gQmFya2VuIGV0IGFsLiwgMjAxOTsgTmF6bGkgQmFzaGkgZXQgYWwuLCAyMDIwOyBCYXVt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 xml:space="preserve">(Ames et al., 2019; Tina Lien Barken et al., 2019; Nazli Bashi et al., 2020; Baumel et al., 2017; Amberly Brigden et al., 2020; Brunton et al., 2015; Wonchan Choi et al., 2020; Anna Cox et al., 2017; M. F. De La Cruz Monroy &amp; A. Mosahebi, 2019; Eze et al., 2020; Fouquet &amp; Miranda, 2020; Greenhalgh &amp; Shaw, 2017; Ingemann et al., 2020; Sakib Jalil et al., 2015; Lauren Jones &amp; Carol Grech, 2016; Kuijpers et al., 2013; Christopher Lemon et al., 2020; A.-C. L. Leonardsen et al., 2020; Siew Lim et al., 2019; Mukhtiar Memon et al., 2014; Guillermo Molina-Recio et al., 2020; Ramya </w:t>
            </w:r>
            <w:r>
              <w:rPr>
                <w:noProof/>
                <w:color w:val="414042"/>
                <w:w w:val="105"/>
                <w:sz w:val="18"/>
                <w:szCs w:val="18"/>
              </w:rPr>
              <w:lastRenderedPageBreak/>
              <w:t>Sita Palacholla et al., 2019; Esther Rincon et al., 2017; Dawn K Sakaguchi-Tang et al., 2017; Helen Slater et al., 2017; Søgaard Neilsen &amp; Wilson, 2019; Simen A Steindal et al., 2020; Randi Stokke, 2016; Yanxia Wei et al., 2020; Werder, 2015; Linda MP Wesselman et al., 2019)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342CA0F7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4FCE5DE9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3AF59487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7A4FD38F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Technical features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637410F4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23 (51)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76BB5227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Detect an improvement from digital health data or share data with HCPsc</w:t>
            </w:r>
          </w:p>
          <w:p w14:paraId="0B4BA97E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Medication or appointment reminders or altering</w:t>
            </w:r>
          </w:p>
          <w:p w14:paraId="70B1FC0B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Symptoms tracking dairies or tools</w:t>
            </w:r>
          </w:p>
          <w:p w14:paraId="771F37D1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Timely feedback or motivational feedback notifications</w:t>
            </w:r>
          </w:p>
          <w:p w14:paraId="03AD36A7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Ability to print or email information</w:t>
            </w:r>
          </w:p>
          <w:p w14:paraId="27166389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Ability to take voice commands</w:t>
            </w:r>
          </w:p>
          <w:p w14:paraId="20F54175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Nutrition calculator</w:t>
            </w:r>
          </w:p>
          <w:p w14:paraId="7BDCF24D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Clinical measurements</w:t>
            </w:r>
          </w:p>
          <w:p w14:paraId="66487B24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 security password for record access</w:t>
            </w:r>
          </w:p>
          <w:p w14:paraId="05A907FF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Agenda setting</w:t>
            </w:r>
          </w:p>
          <w:p w14:paraId="40A4750A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Recommender systems</w:t>
            </w:r>
          </w:p>
          <w:p w14:paraId="002ACB57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Summary reports for supporting shared decision-making</w:t>
            </w:r>
          </w:p>
          <w:p w14:paraId="04C77FC2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Input or review information at any point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747CDCF6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Access to changeless or worse physiological data over time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7535CD60" w14:textId="77777777" w:rsidR="008F2508" w:rsidRPr="00F84CE4" w:rsidRDefault="008F2508" w:rsidP="008F2508">
            <w:pPr>
              <w:numPr>
                <w:ilvl w:val="0"/>
                <w:numId w:val="6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Access to data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2C14C740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IExpZW4gQmFya2VuIGV0IGFsLiwgMjAxOTsgQW1iZXJseSBCcmlnZGVuIGV0IGFsLiwgMjAyMDsg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IExpZW4gQmFya2VuIGV0IGFsLiwgMjAxOTsgQW1iZXJseSBCcmlnZGVuIGV0IGFsLiwgMjAyMDsg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>(Ames et al., 2019; Tina Lien Barken et al., 2019; Amberly Brigden et al., 2020; Brunton et al., 2015; Kei Long Cheung et al., 2019; Wonchan Choi et al., 2020; Anna Cox et al., 2017; Eze et al., 2020; Kuijpers et al., 2013; Siew Lim et al., 2019; Guillermo Molina-Recio et al., 2020; Deborah Morrison et al., 2014; Katherine Morton et al., 2017; Ramya Sita Palacholla et al., 2019; Esther Rincon et al., 2017; Dawn K Sakaguchi-Tang et al., 2017; Helen Slater et al., 2017; Søgaard Neilsen &amp; Wilson, 2019; Simen A Steindal et al., 2020; Rachael C Walker et al., 2019; Yanxia Wei et al., 2020; Werder, 2015; Linda MP Wesselman et al., 2019)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3999AD77" w14:textId="77777777" w:rsidTr="000824E5">
        <w:trPr>
          <w:trHeight w:val="19"/>
        </w:trPr>
        <w:tc>
          <w:tcPr>
            <w:tcW w:w="68" w:type="pct"/>
            <w:tcBorders>
              <w:left w:val="nil"/>
              <w:bottom w:val="single" w:sz="4" w:space="0" w:color="auto"/>
              <w:right w:val="nil"/>
            </w:tcBorders>
          </w:tcPr>
          <w:p w14:paraId="2F27FED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bottom w:val="single" w:sz="4" w:space="0" w:color="auto"/>
              <w:right w:val="nil"/>
            </w:tcBorders>
          </w:tcPr>
          <w:p w14:paraId="2C687984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bottom w:val="single" w:sz="4" w:space="0" w:color="auto"/>
              <w:right w:val="nil"/>
            </w:tcBorders>
          </w:tcPr>
          <w:p w14:paraId="3F0A76A6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Delivery media or devices</w:t>
            </w:r>
          </w:p>
        </w:tc>
        <w:tc>
          <w:tcPr>
            <w:tcW w:w="333" w:type="pct"/>
            <w:tcBorders>
              <w:left w:val="nil"/>
              <w:bottom w:val="single" w:sz="4" w:space="0" w:color="auto"/>
              <w:right w:val="nil"/>
            </w:tcBorders>
          </w:tcPr>
          <w:p w14:paraId="0F7692E7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14 (31)</w:t>
            </w:r>
          </w:p>
        </w:tc>
        <w:tc>
          <w:tcPr>
            <w:tcW w:w="779" w:type="pct"/>
            <w:tcBorders>
              <w:left w:val="nil"/>
              <w:bottom w:val="single" w:sz="4" w:space="0" w:color="auto"/>
              <w:right w:val="nil"/>
            </w:tcBorders>
          </w:tcPr>
          <w:p w14:paraId="52EE5E2A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Mobile technology</w:t>
            </w:r>
          </w:p>
          <w:p w14:paraId="1D9F5E95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Video- or audio-based technology (for users with sensory impairments)</w:t>
            </w:r>
          </w:p>
          <w:p w14:paraId="05FC2E22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Assisted equipment (eg, provide headphones for people with hearing difficulties and larger monitors with improved lighting for people with visual impairments)</w:t>
            </w:r>
          </w:p>
        </w:tc>
        <w:tc>
          <w:tcPr>
            <w:tcW w:w="975" w:type="pct"/>
            <w:tcBorders>
              <w:left w:val="nil"/>
              <w:bottom w:val="single" w:sz="4" w:space="0" w:color="auto"/>
              <w:right w:val="nil"/>
            </w:tcBorders>
          </w:tcPr>
          <w:p w14:paraId="36828413" w14:textId="77777777" w:rsidR="008F2508" w:rsidRPr="00F84CE4" w:rsidRDefault="008F2508" w:rsidP="008F2508">
            <w:pPr>
              <w:numPr>
                <w:ilvl w:val="0"/>
                <w:numId w:val="5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Web-based technology</w:t>
            </w:r>
          </w:p>
        </w:tc>
        <w:tc>
          <w:tcPr>
            <w:tcW w:w="656" w:type="pct"/>
            <w:tcBorders>
              <w:left w:val="nil"/>
              <w:bottom w:val="single" w:sz="4" w:space="0" w:color="auto"/>
              <w:right w:val="nil"/>
            </w:tcBorders>
          </w:tcPr>
          <w:p w14:paraId="4811AFCF" w14:textId="77777777" w:rsidR="008F2508" w:rsidRPr="00F84CE4" w:rsidRDefault="008F2508" w:rsidP="008F2508">
            <w:pPr>
              <w:numPr>
                <w:ilvl w:val="0"/>
                <w:numId w:val="6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Types of devices (eg, mobile phones or computers)</w:t>
            </w:r>
          </w:p>
          <w:p w14:paraId="6992690B" w14:textId="77777777" w:rsidR="008F2508" w:rsidRPr="00F84CE4" w:rsidRDefault="008F2508" w:rsidP="008F2508">
            <w:pPr>
              <w:numPr>
                <w:ilvl w:val="0"/>
                <w:numId w:val="6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Device ownership (eg, </w:t>
            </w: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personal devices or devices without personal identifiers)</w:t>
            </w:r>
          </w:p>
          <w:p w14:paraId="30D4CAD3" w14:textId="77777777" w:rsidR="008F2508" w:rsidRPr="00F84CE4" w:rsidRDefault="008F2508" w:rsidP="008F2508">
            <w:pPr>
              <w:numPr>
                <w:ilvl w:val="0"/>
                <w:numId w:val="6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Types of channels (eg, SMS text message or videos)</w:t>
            </w:r>
          </w:p>
        </w:tc>
        <w:tc>
          <w:tcPr>
            <w:tcW w:w="1500" w:type="pct"/>
            <w:tcBorders>
              <w:left w:val="nil"/>
              <w:bottom w:val="single" w:sz="4" w:space="0" w:color="auto"/>
              <w:right w:val="nil"/>
            </w:tcBorders>
          </w:tcPr>
          <w:p w14:paraId="6E75D5D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fldChar w:fldCharType="begin">
                <w:fldData xml:space="preserve">PEVuZE5vdGU+PENpdGU+PEF1dGhvcj5Gb3VxdWV0PC9BdXRob3I+PFllYXI+MjAyMDwvWWVhcj48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PEVuZE5vdGU+PENpdGU+PEF1dGhvcj5Gb3VxdWV0PC9BdXRob3I+PFllYXI+MjAyMDwvWWVhcj48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 xml:space="preserve">(Ames et al., 2019; Tina Lien Barken et al., 2019; Brunton et al., 2015; M. F. De La Cruz Monroy &amp; A. Mosahebi, 2019; Eze et al., 2020; Joseph Firth &amp; John Torous, 2015; Fouquet &amp; Miranda, 2020; A.-C. L. Leonardsen et al., 2020; Siew Lim et al., 2019; Guillermo </w:t>
            </w:r>
            <w:r>
              <w:rPr>
                <w:noProof/>
                <w:color w:val="414042"/>
                <w:w w:val="105"/>
                <w:sz w:val="18"/>
                <w:szCs w:val="18"/>
              </w:rPr>
              <w:lastRenderedPageBreak/>
              <w:t>Molina-Recio et al., 2020; Ramya Sita Palacholla et al., 2019; Esther Rincon et al., 2017; Helen Slater et al., 2017; Simen A Steindal et al., 2020)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7D4038AF" w14:textId="77777777" w:rsidTr="000824E5">
        <w:trPr>
          <w:trHeight w:val="19"/>
        </w:trPr>
        <w:tc>
          <w:tcPr>
            <w:tcW w:w="68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57A07A95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4932" w:type="pct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428B837D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Intervention functionality category</w:t>
            </w:r>
          </w:p>
        </w:tc>
      </w:tr>
      <w:tr w:rsidR="008F2508" w:rsidRPr="00F84CE4" w14:paraId="27E015EC" w14:textId="77777777" w:rsidTr="000824E5">
        <w:trPr>
          <w:trHeight w:val="19"/>
        </w:trPr>
        <w:tc>
          <w:tcPr>
            <w:tcW w:w="68" w:type="pct"/>
            <w:tcBorders>
              <w:top w:val="dotted" w:sz="4" w:space="0" w:color="auto"/>
              <w:left w:val="nil"/>
              <w:right w:val="nil"/>
            </w:tcBorders>
          </w:tcPr>
          <w:p w14:paraId="23CB8F75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top w:val="dotted" w:sz="4" w:space="0" w:color="auto"/>
              <w:left w:val="nil"/>
              <w:right w:val="nil"/>
            </w:tcBorders>
          </w:tcPr>
          <w:p w14:paraId="534B34F9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right w:val="nil"/>
            </w:tcBorders>
          </w:tcPr>
          <w:p w14:paraId="073C1A83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Intervention goals</w:t>
            </w:r>
          </w:p>
        </w:tc>
        <w:tc>
          <w:tcPr>
            <w:tcW w:w="333" w:type="pct"/>
            <w:tcBorders>
              <w:top w:val="dotted" w:sz="4" w:space="0" w:color="auto"/>
              <w:left w:val="nil"/>
              <w:right w:val="nil"/>
            </w:tcBorders>
          </w:tcPr>
          <w:p w14:paraId="27D1D634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30 (67)</w:t>
            </w:r>
          </w:p>
        </w:tc>
        <w:tc>
          <w:tcPr>
            <w:tcW w:w="779" w:type="pct"/>
            <w:tcBorders>
              <w:top w:val="dotted" w:sz="4" w:space="0" w:color="auto"/>
              <w:left w:val="nil"/>
              <w:right w:val="nil"/>
            </w:tcBorders>
          </w:tcPr>
          <w:p w14:paraId="38134EB9" w14:textId="77777777" w:rsidR="008F2508" w:rsidRPr="00F84CE4" w:rsidRDefault="008F2508" w:rsidP="008F2508">
            <w:pPr>
              <w:numPr>
                <w:ilvl w:val="0"/>
                <w:numId w:val="7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Individualized or timely feedback</w:t>
            </w:r>
          </w:p>
          <w:p w14:paraId="57BFF422" w14:textId="77777777" w:rsidR="008F2508" w:rsidRPr="00F84CE4" w:rsidRDefault="008F2508" w:rsidP="008F2508">
            <w:pPr>
              <w:numPr>
                <w:ilvl w:val="0"/>
                <w:numId w:val="7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Remotely consultation with HCPs</w:t>
            </w:r>
          </w:p>
          <w:p w14:paraId="7A05AFE3" w14:textId="77777777" w:rsidR="008F2508" w:rsidRPr="00F84CE4" w:rsidRDefault="008F2508" w:rsidP="008F2508">
            <w:pPr>
              <w:numPr>
                <w:ilvl w:val="0"/>
                <w:numId w:val="7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Provide sufficient health information</w:t>
            </w:r>
          </w:p>
        </w:tc>
        <w:tc>
          <w:tcPr>
            <w:tcW w:w="975" w:type="pct"/>
            <w:tcBorders>
              <w:top w:val="dotted" w:sz="4" w:space="0" w:color="auto"/>
              <w:left w:val="nil"/>
              <w:right w:val="nil"/>
            </w:tcBorders>
          </w:tcPr>
          <w:p w14:paraId="47399B1D" w14:textId="77777777" w:rsidR="008F2508" w:rsidRPr="00F84CE4" w:rsidRDefault="008F2508" w:rsidP="008F2508">
            <w:pPr>
              <w:numPr>
                <w:ilvl w:val="0"/>
                <w:numId w:val="7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Be forced to share data with HCPs, which is undesired by patient</w:t>
            </w:r>
          </w:p>
          <w:p w14:paraId="080086EC" w14:textId="77777777" w:rsidR="008F2508" w:rsidRPr="00F84CE4" w:rsidRDefault="008F2508" w:rsidP="008F2508">
            <w:pPr>
              <w:numPr>
                <w:ilvl w:val="0"/>
                <w:numId w:val="7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Under long-term video-based monitoring</w:t>
            </w:r>
          </w:p>
        </w:tc>
        <w:tc>
          <w:tcPr>
            <w:tcW w:w="656" w:type="pct"/>
            <w:tcBorders>
              <w:top w:val="dotted" w:sz="4" w:space="0" w:color="auto"/>
              <w:left w:val="nil"/>
              <w:right w:val="nil"/>
            </w:tcBorders>
          </w:tcPr>
          <w:p w14:paraId="1744C7FB" w14:textId="77777777" w:rsidR="008F2508" w:rsidRPr="00F84CE4" w:rsidRDefault="008F2508" w:rsidP="008F2508">
            <w:pPr>
              <w:numPr>
                <w:ilvl w:val="0"/>
                <w:numId w:val="7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Remote data monitoring</w:t>
            </w:r>
          </w:p>
          <w:p w14:paraId="44B89D28" w14:textId="77777777" w:rsidR="008F2508" w:rsidRPr="00F84CE4" w:rsidRDefault="008F2508" w:rsidP="008F2508">
            <w:pPr>
              <w:numPr>
                <w:ilvl w:val="0"/>
                <w:numId w:val="7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Self-management support</w:t>
            </w:r>
          </w:p>
          <w:p w14:paraId="7971F17A" w14:textId="77777777" w:rsidR="008F2508" w:rsidRPr="00F84CE4" w:rsidRDefault="008F2508" w:rsidP="008F2508">
            <w:pPr>
              <w:numPr>
                <w:ilvl w:val="0"/>
                <w:numId w:val="7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Health information provision and patient education</w:t>
            </w:r>
          </w:p>
          <w:p w14:paraId="2349CF61" w14:textId="77777777" w:rsidR="008F2508" w:rsidRPr="00F84CE4" w:rsidRDefault="008F2508" w:rsidP="008F2508">
            <w:pPr>
              <w:numPr>
                <w:ilvl w:val="0"/>
                <w:numId w:val="7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Shared decision-making</w:t>
            </w:r>
          </w:p>
        </w:tc>
        <w:tc>
          <w:tcPr>
            <w:tcW w:w="1500" w:type="pct"/>
            <w:tcBorders>
              <w:top w:val="dotted" w:sz="4" w:space="0" w:color="auto"/>
              <w:left w:val="nil"/>
              <w:right w:val="nil"/>
            </w:tcBorders>
          </w:tcPr>
          <w:p w14:paraId="61A5920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IExpZW4gQmFya2VuIGV0IGFsLiwgMjAxOTsgTmF6bGkgQmFzaGkgZXQgYWwuLCAyMDIwOyBCYXVt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IExpZW4gQmFya2VuIGV0IGFsLiwgMjAxOTsgTmF6bGkgQmFzaGkgZXQgYWwuLCAyMDIwOyBCYXVt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 xml:space="preserve">(Ames et al., 2019; Tina Lien Barken et al., 2019; Nazli Bashi et al., 2020; Baumel et al., 2017; Amberly Brigden et al., 2020; Brunton et al., 2015; Wonchan Choi et al., 2020; Anna Cox et al., 2017; M. F. De La Cruz Monroy &amp; A. Mosahebi, 2019; Eze et al., 2020; Joseph Firth &amp; John Torous, 2015; Sakib Jalil et al., 2015; Lauren Jones &amp; Carol Grech, 2016; Kuijpers et al., 2013; A.-C. L. Leonardsen et al., 2020; Siew Lim et al., 2019; Mukhtiar Memon et al., 2014; Guillermo Molina-Recio et al., 2020; Deborah Morrison et al., 2014; Katherine </w:t>
            </w:r>
            <w:r>
              <w:rPr>
                <w:noProof/>
                <w:color w:val="414042"/>
                <w:w w:val="105"/>
                <w:sz w:val="18"/>
                <w:szCs w:val="18"/>
              </w:rPr>
              <w:lastRenderedPageBreak/>
              <w:t>Morton et al., 2017; Ramya Sita Palacholla et al., 2019; Esther Rincon et al., 2017; Dawn K Sakaguchi-Tang et al., 2017; Helen Slater et al., 2017; Søgaard Neilsen &amp; Wilson, 2019; Simen A Steindal et al., 2020; Randi Stokke, 2016; Rachael C Walker et al., 2019; Werder, 2015; Linda MP Wesselman et al., 2019)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725B5015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5AB5D07B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0C0BDF0B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3E78731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Social support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2DE47893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23 (51)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30F267DC" w14:textId="77777777" w:rsidR="008F2508" w:rsidRPr="00F84CE4" w:rsidRDefault="008F2508" w:rsidP="008F2508">
            <w:pPr>
              <w:numPr>
                <w:ilvl w:val="0"/>
                <w:numId w:val="8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Interact with a real human being</w:t>
            </w:r>
          </w:p>
          <w:p w14:paraId="5E872F33" w14:textId="77777777" w:rsidR="008F2508" w:rsidRPr="00F84CE4" w:rsidRDefault="008F2508" w:rsidP="008F2508">
            <w:pPr>
              <w:numPr>
                <w:ilvl w:val="0"/>
                <w:numId w:val="8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Regular and continuous patient-to-physician interaction</w:t>
            </w:r>
          </w:p>
          <w:p w14:paraId="032A8DEC" w14:textId="77777777" w:rsidR="008F2508" w:rsidRPr="00F84CE4" w:rsidRDefault="008F2508" w:rsidP="008F2508">
            <w:pPr>
              <w:numPr>
                <w:ilvl w:val="0"/>
                <w:numId w:val="8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Connect with peers</w:t>
            </w:r>
          </w:p>
          <w:p w14:paraId="12935AC6" w14:textId="77777777" w:rsidR="008F2508" w:rsidRPr="00F84CE4" w:rsidRDefault="008F2508" w:rsidP="008F2508">
            <w:pPr>
              <w:numPr>
                <w:ilvl w:val="0"/>
                <w:numId w:val="8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Exchange health information and advice with family and friends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3A0E0EB6" w14:textId="77777777" w:rsidR="008F2508" w:rsidRPr="00F84CE4" w:rsidRDefault="008F2508" w:rsidP="008F2508">
            <w:pPr>
              <w:numPr>
                <w:ilvl w:val="0"/>
                <w:numId w:val="8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Replace interpersonal connections with HCPs</w:t>
            </w:r>
          </w:p>
          <w:p w14:paraId="4857301D" w14:textId="77777777" w:rsidR="008F2508" w:rsidRPr="00F84CE4" w:rsidRDefault="008F2508" w:rsidP="008F2508">
            <w:pPr>
              <w:numPr>
                <w:ilvl w:val="0"/>
                <w:numId w:val="8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Lack of physical human contact with HCPs</w:t>
            </w:r>
          </w:p>
          <w:p w14:paraId="53DD93C3" w14:textId="77777777" w:rsidR="008F2508" w:rsidRPr="00F84CE4" w:rsidRDefault="008F2508" w:rsidP="008F2508">
            <w:pPr>
              <w:numPr>
                <w:ilvl w:val="0"/>
                <w:numId w:val="8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Unable to contact HCPs directly or obtain timely feedback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767A87C3" w14:textId="77777777" w:rsidR="008F2508" w:rsidRPr="00F84CE4" w:rsidRDefault="008F2508" w:rsidP="008F2508">
            <w:pPr>
              <w:numPr>
                <w:ilvl w:val="0"/>
                <w:numId w:val="8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Remote connection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55B74192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IExpZW4gQmFya2VuIGV0IGFsLiwgMjAxOTsgTmF6bGkgQmFzaGkgZXQgYWwuLCAyMDIwOyBCYXVt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==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IExpZW4gQmFya2VuIGV0IGFsLiwgMjAxOTsgTmF6bGkgQmFzaGkgZXQgYWwuLCAyMDIwOyBCYXVt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==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>(Ames et al., 2019; Tina Lien Barken et al., 2019; Nazli Bashi et al., 2020; Baumel et al., 2017; Amberly Brigden et al., 2020; Brunton et al., 2015; Kei Long Cheung et al., 2019; Anna Cox et al., 2017; M. F. De La Cruz Monroy &amp; A. Mosahebi, 2019; Eze et al., 2020; Ingemann et al., 2020; Sakib Jalil et al., 2015; Kuijpers et al., 2013; Siew Lim et al., 2019; Mukhtiar Memon et al., 2014; Ramya Sita Palacholla et al., 2019; Dawn K Sakaguchi-Tang et al., 2017; Simen A Steindal et al., 2020; Randi Stokke, 2016; Rachael C Walker et al., 2019; Yanxia Wei et al., 2020; Werder, 2015; Linda MP Wesselman et al., 2019)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6768DCCE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341C31DC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38B1A50E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1215E5A7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Performed quality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6D17E9CB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19 (42)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4970FE71" w14:textId="77777777" w:rsidR="008F2508" w:rsidRPr="00F84CE4" w:rsidRDefault="008F2508" w:rsidP="008F2508">
            <w:pPr>
              <w:numPr>
                <w:ilvl w:val="0"/>
                <w:numId w:val="9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Reliability and credibility (eg, owner’s credibility, maintenance, </w:t>
            </w: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third party verification, research support, involvement of clinical experts in the design process, and empirical evidence for successful implementation)</w:t>
            </w:r>
          </w:p>
          <w:p w14:paraId="0EDE0BE5" w14:textId="77777777" w:rsidR="008F2508" w:rsidRPr="00F84CE4" w:rsidRDefault="008F2508" w:rsidP="008F2508">
            <w:pPr>
              <w:numPr>
                <w:ilvl w:val="0"/>
                <w:numId w:val="9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Regulation compliance</w:t>
            </w:r>
          </w:p>
          <w:p w14:paraId="777B17AC" w14:textId="77777777" w:rsidR="008F2508" w:rsidRPr="00F84CE4" w:rsidRDefault="008F2508" w:rsidP="008F2508">
            <w:pPr>
              <w:numPr>
                <w:ilvl w:val="0"/>
                <w:numId w:val="9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Flexibility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48480643" w14:textId="77777777" w:rsidR="008F2508" w:rsidRPr="00F84CE4" w:rsidRDefault="008F2508" w:rsidP="008F2508">
            <w:pPr>
              <w:numPr>
                <w:ilvl w:val="0"/>
                <w:numId w:val="9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Less accuracy of clinical assessments</w:t>
            </w:r>
          </w:p>
          <w:p w14:paraId="0E251E05" w14:textId="77777777" w:rsidR="008F2508" w:rsidRPr="00F84CE4" w:rsidRDefault="008F2508" w:rsidP="008F2508">
            <w:pPr>
              <w:numPr>
                <w:ilvl w:val="0"/>
                <w:numId w:val="9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Lack of availability and accessibility</w:t>
            </w:r>
          </w:p>
          <w:p w14:paraId="40FD6BF3" w14:textId="77777777" w:rsidR="008F2508" w:rsidRPr="00F84CE4" w:rsidRDefault="008F2508" w:rsidP="008F2508">
            <w:pPr>
              <w:numPr>
                <w:ilvl w:val="0"/>
                <w:numId w:val="9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Lack of safety and privacy (eg, incorrect intervention dosage and the absence of privacy notifications)</w:t>
            </w:r>
          </w:p>
          <w:p w14:paraId="552323B7" w14:textId="77777777" w:rsidR="008F2508" w:rsidRPr="00F84CE4" w:rsidRDefault="008F2508" w:rsidP="008F2508">
            <w:pPr>
              <w:numPr>
                <w:ilvl w:val="0"/>
                <w:numId w:val="9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Without well-defined or safely standardized clinical indicators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401E0689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N/A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5AED948D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PFJlY051bT4zMjA8L1JlY051bT48RGlzcGxheVRleHQ+KEFtZXMgZXQgYWwuLCAyMDE5OyBOYXps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PFJlY051bT4zMjA8L1JlY051bT48RGlzcGxheVRleHQ+KEFtZXMgZXQgYWwuLCAyMDE5OyBOYXps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 xml:space="preserve">(Ames et al., 2019; Nazli Bashi et al., 2020; Baumel et al., 2017; Brunton et al., 2015; Anna Cox et al., 2017; M. F. De La Cruz Monroy &amp; A. Mosahebi, 2019; Eze et al., 2020; </w:t>
            </w:r>
            <w:r>
              <w:rPr>
                <w:noProof/>
                <w:color w:val="414042"/>
                <w:w w:val="105"/>
                <w:sz w:val="18"/>
                <w:szCs w:val="18"/>
              </w:rPr>
              <w:lastRenderedPageBreak/>
              <w:t>Joseph Firth &amp; John Torous, 2015; Greenhalgh &amp; Shaw, 2017; Lauren Jones &amp; Carol Grech, 2016; Kuijpers et al., 2013; Siew Lim et al., 2019; Mukhtiar Memon et al., 2014; Guillermo Molina-Recio et al., 2020; Ramya Sita Palacholla et al., 2019; Esther Rincon et al., 2017; Dawn K Sakaguchi-Tang et al., 2017; Helen Slater et al., 2017; Yanxia Wei et al., 2020)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06042A0B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3CEBC724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3C43970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0805D76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Intervention structure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6325B840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12 (27)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391A58AD" w14:textId="77777777" w:rsidR="008F2508" w:rsidRPr="00F84CE4" w:rsidRDefault="008F2508" w:rsidP="008F2508">
            <w:pPr>
              <w:numPr>
                <w:ilvl w:val="0"/>
                <w:numId w:val="10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A structured format or regular weekly contact with HCPs</w:t>
            </w:r>
          </w:p>
          <w:p w14:paraId="42C8AE21" w14:textId="77777777" w:rsidR="008F2508" w:rsidRPr="00F84CE4" w:rsidRDefault="008F2508" w:rsidP="008F2508">
            <w:pPr>
              <w:numPr>
                <w:ilvl w:val="0"/>
                <w:numId w:val="10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Longer duration</w:t>
            </w:r>
          </w:p>
          <w:p w14:paraId="27CCF431" w14:textId="77777777" w:rsidR="008F2508" w:rsidRPr="00F84CE4" w:rsidRDefault="008F2508" w:rsidP="008F2508">
            <w:pPr>
              <w:numPr>
                <w:ilvl w:val="0"/>
                <w:numId w:val="10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Flexible interventions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7CC0CB39" w14:textId="77777777" w:rsidR="008F2508" w:rsidRPr="00F84CE4" w:rsidRDefault="008F2508" w:rsidP="008F2508">
            <w:pPr>
              <w:numPr>
                <w:ilvl w:val="0"/>
                <w:numId w:val="10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Structured interventions not tailored to patients’ individual symptoms and preferences</w:t>
            </w:r>
          </w:p>
          <w:p w14:paraId="0B41383B" w14:textId="77777777" w:rsidR="008F2508" w:rsidRPr="00F84CE4" w:rsidRDefault="008F2508" w:rsidP="008F2508">
            <w:pPr>
              <w:numPr>
                <w:ilvl w:val="0"/>
                <w:numId w:val="10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Structured interventions that constantly remind patients of their symptoms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6016DFE9" w14:textId="77777777" w:rsidR="008F2508" w:rsidRPr="00F84CE4" w:rsidRDefault="008F2508" w:rsidP="008F2508">
            <w:pPr>
              <w:numPr>
                <w:ilvl w:val="0"/>
                <w:numId w:val="10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The intensity, frequency or duration of interventions</w:t>
            </w:r>
          </w:p>
          <w:p w14:paraId="6898DB7D" w14:textId="77777777" w:rsidR="008F2508" w:rsidRPr="00F84CE4" w:rsidRDefault="008F2508" w:rsidP="008F2508">
            <w:pPr>
              <w:numPr>
                <w:ilvl w:val="0"/>
                <w:numId w:val="10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Prefixed interventions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4B292F30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IExpZW4gQmFya2VuIGV0IGFsLiwgMjAxOTsgQnJ1bnRvbiBldCBhbC4sIDIwMTU7IEFubmEgQ294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IExpZW4gQmFya2VuIGV0IGFsLiwgMjAxOTsgQnJ1bnRvbiBldCBhbC4sIDIwMTU7IEFubmEgQ294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>(Ames et al., 2019; Tina Lien Barken et al., 2019; Brunton et al., 2015; Anna Cox et al., 2017; M. F. De La Cruz Monroy &amp; A. Mosahebi, 2019; Eze et al., 2020; Kuijpers et al., 2013; Siew Lim et al., 2019; Guillermo Molina-Recio et al., 2020; Ramya Sita Palacholla et al., 2019; Esther Rincon et al., 2017; Linda MP Wesselman et al., 2019)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3BC17FC4" w14:textId="77777777" w:rsidTr="000824E5">
        <w:trPr>
          <w:trHeight w:val="19"/>
        </w:trPr>
        <w:tc>
          <w:tcPr>
            <w:tcW w:w="68" w:type="pct"/>
            <w:tcBorders>
              <w:left w:val="nil"/>
              <w:bottom w:val="single" w:sz="4" w:space="0" w:color="auto"/>
              <w:right w:val="nil"/>
            </w:tcBorders>
          </w:tcPr>
          <w:p w14:paraId="68CDA729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bottom w:val="single" w:sz="4" w:space="0" w:color="auto"/>
              <w:right w:val="nil"/>
            </w:tcBorders>
          </w:tcPr>
          <w:p w14:paraId="3492AE74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bottom w:val="single" w:sz="4" w:space="0" w:color="auto"/>
              <w:right w:val="nil"/>
            </w:tcBorders>
          </w:tcPr>
          <w:p w14:paraId="7A3B7AD1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Theoretical background</w:t>
            </w:r>
          </w:p>
        </w:tc>
        <w:tc>
          <w:tcPr>
            <w:tcW w:w="333" w:type="pct"/>
            <w:tcBorders>
              <w:left w:val="nil"/>
              <w:bottom w:val="single" w:sz="4" w:space="0" w:color="auto"/>
              <w:right w:val="nil"/>
            </w:tcBorders>
          </w:tcPr>
          <w:p w14:paraId="56E3AC9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11 (24)</w:t>
            </w:r>
          </w:p>
        </w:tc>
        <w:tc>
          <w:tcPr>
            <w:tcW w:w="779" w:type="pct"/>
            <w:tcBorders>
              <w:left w:val="nil"/>
              <w:bottom w:val="single" w:sz="4" w:space="0" w:color="auto"/>
              <w:right w:val="nil"/>
            </w:tcBorders>
          </w:tcPr>
          <w:p w14:paraId="7761290B" w14:textId="77777777" w:rsidR="008F2508" w:rsidRPr="00F84CE4" w:rsidRDefault="008F2508" w:rsidP="008F2508">
            <w:pPr>
              <w:numPr>
                <w:ilvl w:val="0"/>
                <w:numId w:val="11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Presence of multiple underlying theories (BCTsd, EBIse, and persuasive technology)</w:t>
            </w:r>
          </w:p>
        </w:tc>
        <w:tc>
          <w:tcPr>
            <w:tcW w:w="975" w:type="pct"/>
            <w:tcBorders>
              <w:left w:val="nil"/>
              <w:bottom w:val="single" w:sz="4" w:space="0" w:color="auto"/>
              <w:right w:val="nil"/>
            </w:tcBorders>
          </w:tcPr>
          <w:p w14:paraId="6570856D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656" w:type="pct"/>
            <w:tcBorders>
              <w:left w:val="nil"/>
              <w:bottom w:val="single" w:sz="4" w:space="0" w:color="auto"/>
              <w:right w:val="nil"/>
            </w:tcBorders>
          </w:tcPr>
          <w:p w14:paraId="28BB9F4F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left w:val="nil"/>
              <w:bottom w:val="single" w:sz="4" w:space="0" w:color="auto"/>
              <w:right w:val="nil"/>
            </w:tcBorders>
          </w:tcPr>
          <w:p w14:paraId="40DB6514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PEVuZE5vdGU+PENpdGU+PEF1dGhvcj5Nb3JyaXNvbjwvQXV0aG9yPjxZZWFyPjIwMTQ8L1llYXI+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==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PEVuZE5vdGU+PENpdGU+PEF1dGhvcj5Nb3JyaXNvbjwvQXV0aG9yPjxZZWFyPjIwMTQ8L1llYXI+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==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>(Nazli Bashi et al., 2020; Baumel et al., 2017; Amberly Brigden et al., 2020; M. F. De La Cruz Monroy &amp; A. Mosahebi, 2019; Eze et al., 2020; Sakib Jalil et al., 2015; Siew Lim et al., 2019; Deborah Morrison et al., 2014; Søgaard Neilsen &amp; Wilson, 2019; Yanxia Wei et al., 2020; Linda MP Wesselman et al., 2019)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05F7CA26" w14:textId="77777777" w:rsidTr="000824E5">
        <w:trPr>
          <w:trHeight w:val="19"/>
        </w:trPr>
        <w:tc>
          <w:tcPr>
            <w:tcW w:w="68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094F5155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4932" w:type="pct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42EFD629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Intervention interaction design category</w:t>
            </w:r>
          </w:p>
        </w:tc>
      </w:tr>
      <w:tr w:rsidR="008F2508" w:rsidRPr="00F84CE4" w14:paraId="6739EB31" w14:textId="77777777" w:rsidTr="000824E5">
        <w:trPr>
          <w:trHeight w:val="19"/>
        </w:trPr>
        <w:tc>
          <w:tcPr>
            <w:tcW w:w="68" w:type="pct"/>
            <w:tcBorders>
              <w:top w:val="dotted" w:sz="4" w:space="0" w:color="auto"/>
              <w:left w:val="nil"/>
              <w:right w:val="nil"/>
            </w:tcBorders>
          </w:tcPr>
          <w:p w14:paraId="0E12D2D3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top w:val="dotted" w:sz="4" w:space="0" w:color="auto"/>
              <w:left w:val="nil"/>
              <w:right w:val="nil"/>
            </w:tcBorders>
          </w:tcPr>
          <w:p w14:paraId="032E92E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right w:val="nil"/>
            </w:tcBorders>
          </w:tcPr>
          <w:p w14:paraId="2CC6DF92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Personalized design</w:t>
            </w:r>
          </w:p>
        </w:tc>
        <w:tc>
          <w:tcPr>
            <w:tcW w:w="333" w:type="pct"/>
            <w:tcBorders>
              <w:top w:val="dotted" w:sz="4" w:space="0" w:color="auto"/>
              <w:left w:val="nil"/>
              <w:right w:val="nil"/>
            </w:tcBorders>
          </w:tcPr>
          <w:p w14:paraId="647B9F3C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23 (51)</w:t>
            </w:r>
          </w:p>
        </w:tc>
        <w:tc>
          <w:tcPr>
            <w:tcW w:w="779" w:type="pct"/>
            <w:tcBorders>
              <w:top w:val="dotted" w:sz="4" w:space="0" w:color="auto"/>
              <w:left w:val="nil"/>
              <w:right w:val="nil"/>
            </w:tcBorders>
          </w:tcPr>
          <w:p w14:paraId="75989E4E" w14:textId="77777777" w:rsidR="008F2508" w:rsidRPr="00F84CE4" w:rsidRDefault="008F2508" w:rsidP="008F2508">
            <w:pPr>
              <w:numPr>
                <w:ilvl w:val="0"/>
                <w:numId w:val="11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Individualized feedback, tailored features, or customization</w:t>
            </w:r>
          </w:p>
          <w:p w14:paraId="7AFE0A8C" w14:textId="77777777" w:rsidR="008F2508" w:rsidRPr="00F84CE4" w:rsidRDefault="008F2508" w:rsidP="008F2508">
            <w:pPr>
              <w:numPr>
                <w:ilvl w:val="0"/>
                <w:numId w:val="11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Be able to choose the topic, content, and language of received messages</w:t>
            </w:r>
          </w:p>
          <w:p w14:paraId="7EE79291" w14:textId="77777777" w:rsidR="008F2508" w:rsidRPr="00F84CE4" w:rsidRDefault="008F2508" w:rsidP="008F2508">
            <w:pPr>
              <w:numPr>
                <w:ilvl w:val="0"/>
                <w:numId w:val="11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Be able to select the timing and frequency of the delivered interventions</w:t>
            </w:r>
          </w:p>
        </w:tc>
        <w:tc>
          <w:tcPr>
            <w:tcW w:w="975" w:type="pct"/>
            <w:tcBorders>
              <w:top w:val="dotted" w:sz="4" w:space="0" w:color="auto"/>
              <w:left w:val="nil"/>
              <w:right w:val="nil"/>
            </w:tcBorders>
          </w:tcPr>
          <w:p w14:paraId="14EED2AB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656" w:type="pct"/>
            <w:tcBorders>
              <w:top w:val="dotted" w:sz="4" w:space="0" w:color="auto"/>
              <w:left w:val="nil"/>
              <w:right w:val="nil"/>
            </w:tcBorders>
          </w:tcPr>
          <w:p w14:paraId="2914A5B1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top w:val="dotted" w:sz="4" w:space="0" w:color="auto"/>
              <w:left w:val="nil"/>
              <w:right w:val="nil"/>
            </w:tcBorders>
          </w:tcPr>
          <w:p w14:paraId="18253A4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IExpZW4gQmFya2VuIGV0IGFsLiwgMjAxOTsgTmF6bGkgQmFzaGkgZXQgYWwuLCAyMDIwOyBCYXVt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PEVuZE5vdGU+PENpdGU+PEF1dGhvcj5LdWlqcGVyczwvQXV0aG9yPjxZZWFyPjIwMTM8L1llYXI+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</w:fldData>
              </w:fldChar>
            </w:r>
            <w:r>
              <w:rPr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color w:val="414042"/>
                <w:w w:val="105"/>
                <w:sz w:val="18"/>
                <w:szCs w:val="18"/>
              </w:rPr>
            </w:r>
            <w:r>
              <w:rPr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color w:val="414042"/>
                <w:w w:val="105"/>
                <w:sz w:val="18"/>
                <w:szCs w:val="18"/>
              </w:rPr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noProof/>
                <w:color w:val="414042"/>
                <w:w w:val="105"/>
                <w:sz w:val="18"/>
                <w:szCs w:val="18"/>
              </w:rPr>
              <w:t>(Ames et al., 2019; Tina Lien Barken et al., 2019; Nazli Bashi et al., 2020; Baumel et al., 2017; Amberly Brigden et al., 2020; Kei Long Cheung et al., 2019; Anna Cox et al., 2017; M. F. De La Cruz Monroy &amp; A. Mosahebi, 2019; Eze et al., 2020; Sakib Jalil et al., 2015; Lauren Jones &amp; Carol Grech, 2016; Kuijpers et al., 2013; A.-C. L. Leonardsen et al., 2020; Siew Lim et al., 2019; Mukhtiar Memon et al., 2014; Guillermo Molina-Recio et al., 2020; Deborah Morrison et al., 2014; Katherine Morton et al., 2017; Ramya Sita Palacholla et al., 2019; Esther Rincon et al., 2017; Helen Slater et al., 2017; Søgaard Neilsen &amp; Wilson, 2019; Yanxia Wei et al., 2020)</w:t>
            </w:r>
            <w:r w:rsidRPr="00F84CE4">
              <w:rPr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2F6FC4EA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3400AD7D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190C6376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0B50718C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Design procedures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2820CCDF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22 (49)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0D6045A8" w14:textId="77777777" w:rsidR="008F2508" w:rsidRPr="00F84CE4" w:rsidRDefault="008F2508" w:rsidP="008F2508">
            <w:pPr>
              <w:numPr>
                <w:ilvl w:val="0"/>
                <w:numId w:val="1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User-centered design or human-centered design</w:t>
            </w:r>
          </w:p>
          <w:p w14:paraId="415CEBD0" w14:textId="77777777" w:rsidR="008F2508" w:rsidRPr="00F84CE4" w:rsidRDefault="008F2508" w:rsidP="008F2508">
            <w:pPr>
              <w:numPr>
                <w:ilvl w:val="0"/>
                <w:numId w:val="1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Interorganizational collaboration</w:t>
            </w:r>
          </w:p>
          <w:p w14:paraId="24CF63BB" w14:textId="77777777" w:rsidR="008F2508" w:rsidRPr="00F84CE4" w:rsidRDefault="008F2508" w:rsidP="008F2508">
            <w:pPr>
              <w:numPr>
                <w:ilvl w:val="0"/>
                <w:numId w:val="1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Co-design or participatory development methodology</w:t>
            </w:r>
          </w:p>
          <w:p w14:paraId="4331B641" w14:textId="77777777" w:rsidR="008F2508" w:rsidRPr="00F84CE4" w:rsidRDefault="008F2508" w:rsidP="008F2508">
            <w:pPr>
              <w:numPr>
                <w:ilvl w:val="0"/>
                <w:numId w:val="1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Inclusive design</w:t>
            </w:r>
          </w:p>
          <w:p w14:paraId="6529B3BA" w14:textId="77777777" w:rsidR="008F2508" w:rsidRPr="00F84CE4" w:rsidRDefault="008F2508" w:rsidP="008F2508">
            <w:pPr>
              <w:numPr>
                <w:ilvl w:val="0"/>
                <w:numId w:val="1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Involvement of multistakeholder and multidisciplinary teams in the early design stages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0BE0D7C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4BC32577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18813234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PEVuZE5vdGU+PENpdGU+PEF1dGhvcj5NZW1vbjwvQXV0aG9yPjxZZWFyPjIwMTQ8L1llYXI+PFJl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PEVuZE5vdGU+PENpdGU+PEF1dGhvcj5NZW1vbjwvQXV0aG9yPjxZZWFyPjIwMTQ8L1llYXI+PFJl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noProof/>
                <w:color w:val="414042"/>
                <w:w w:val="105"/>
                <w:sz w:val="18"/>
                <w:szCs w:val="18"/>
              </w:rPr>
              <w:t>(Nazli Bashi et al., 2020; Baumel et al., 2017; Amberly Brigden et al., 2020; Anna Cox et al., 2017; Eze et al., 2020; Jacqueline Susan Feather et al., 2016; Fouquet &amp; Miranda, 2020; Greenhalgh &amp; Shaw, 2017; Lauren Jones &amp; Carol Grech, 2016; Emily G Lattie et al., 2019; A.-C. L. Leonardsen et al., 2020; Mukhtiar Memon et al., 2014; Guillermo Molina-Recio et al., 2020; Ramya Sita Palacholla et al., 2019; Esther Rincon et al., 2017; Dawn K Sakaguchi-Tang et al., 2017; Helen Slater et al., 2017; Søgaard Neilsen &amp; Wilson, 2019; Rachael C Walker et al., 2019; Werder, 2015; Linda MP Wesselman et al., 2019; Gaby Anne Wildenbos et al., 2018)</w:t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156E546A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6DE21E8B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16BABD06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14F252D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Navigation design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2F60DCC5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18 (40)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3202432A" w14:textId="77777777" w:rsidR="008F2508" w:rsidRPr="00F84CE4" w:rsidRDefault="008F2508" w:rsidP="008F2508">
            <w:pPr>
              <w:numPr>
                <w:ilvl w:val="0"/>
                <w:numId w:val="1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Instruction manuals and extra user training</w:t>
            </w:r>
          </w:p>
          <w:p w14:paraId="1BD774AE" w14:textId="77777777" w:rsidR="008F2508" w:rsidRPr="00F84CE4" w:rsidRDefault="008F2508" w:rsidP="008F2508">
            <w:pPr>
              <w:numPr>
                <w:ilvl w:val="0"/>
                <w:numId w:val="1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Technical support or assistance</w:t>
            </w:r>
          </w:p>
          <w:p w14:paraId="33A4098F" w14:textId="77777777" w:rsidR="008F2508" w:rsidRPr="00F84CE4" w:rsidRDefault="008F2508" w:rsidP="008F2508">
            <w:pPr>
              <w:numPr>
                <w:ilvl w:val="0"/>
                <w:numId w:val="1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Interactive elements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370F7E54" w14:textId="77777777" w:rsidR="008F2508" w:rsidRPr="00F84CE4" w:rsidRDefault="008F2508" w:rsidP="008F2508">
            <w:pPr>
              <w:numPr>
                <w:ilvl w:val="0"/>
                <w:numId w:val="12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Lack of clear navigation or instruction design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686E2C03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659B6493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PEVuZE5vdGU+PENpdGU+PEF1dGhvcj5NZW1vbjwvQXV0aG9yPjxZZWFyPjIwMTQ8L1llYXI+PFJl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PEVuZE5vdGU+PENpdGU+PEF1dGhvcj5NZW1vbjwvQXV0aG9yPjxZZWFyPjIwMTQ8L1llYXI+PFJl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noProof/>
                <w:color w:val="414042"/>
                <w:w w:val="105"/>
                <w:sz w:val="18"/>
                <w:szCs w:val="18"/>
              </w:rPr>
              <w:t>(Baumel et al., 2017; M. F. De La Cruz Monroy &amp; A. Mosahebi, 2019; Eze et al., 2020; Fouquet &amp; Miranda, 2020; Sakib Jalil et al., 2015; Lauren Jones &amp; Carol Grech, 2016; A.-C. L. Leonardsen et al., 2020; Siew Lim et al., 2019; Mukhtiar Memon et al., 2014; Guillermo Molina-Recio et al., 2020; Katherine Morton et al., 2017; Ramya Sita Palacholla et al., 2019; Dawn K Sakaguchi-Tang et al., 2017; Helen Slater et al., 2017; Søgaard Neilsen &amp; Wilson, 2019; Rachael C Walker et al., 2019; Yanxia Wei et al., 2020; Linda MP Wesselman et al., 2019)</w:t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53B53D4C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44A92765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28593312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01090A2B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Visual design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52D7B1D1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15 (33)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37CD807C" w14:textId="77777777" w:rsidR="008F2508" w:rsidRPr="00F84CE4" w:rsidRDefault="008F2508" w:rsidP="008F2508">
            <w:pPr>
              <w:numPr>
                <w:ilvl w:val="0"/>
                <w:numId w:val="1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Visualized health data</w:t>
            </w:r>
          </w:p>
          <w:p w14:paraId="61C6E704" w14:textId="77777777" w:rsidR="008F2508" w:rsidRPr="00F84CE4" w:rsidRDefault="008F2508" w:rsidP="008F2508">
            <w:pPr>
              <w:numPr>
                <w:ilvl w:val="0"/>
                <w:numId w:val="1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 xml:space="preserve">Tailored, attention-grabbing, simple, and consistent layout design (eg, appealing graphic presentation, pleasing and coherent color scheme, high text quantity, suitable </w:t>
            </w: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font and interface size, and striking button appearance and location)</w:t>
            </w:r>
          </w:p>
          <w:p w14:paraId="269979B8" w14:textId="77777777" w:rsidR="008F2508" w:rsidRPr="00F84CE4" w:rsidRDefault="008F2508" w:rsidP="008F2508">
            <w:pPr>
              <w:numPr>
                <w:ilvl w:val="0"/>
                <w:numId w:val="1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Unobtrusive wearable devices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68DF4595" w14:textId="77777777" w:rsidR="008F2508" w:rsidRPr="00F84CE4" w:rsidRDefault="008F2508" w:rsidP="008F2508">
            <w:pPr>
              <w:numPr>
                <w:ilvl w:val="0"/>
                <w:numId w:val="1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lastRenderedPageBreak/>
              <w:t>Unappealing user interfaces</w:t>
            </w:r>
          </w:p>
          <w:p w14:paraId="587D58BE" w14:textId="77777777" w:rsidR="008F2508" w:rsidRPr="00F84CE4" w:rsidRDefault="008F2508" w:rsidP="008F2508">
            <w:pPr>
              <w:numPr>
                <w:ilvl w:val="0"/>
                <w:numId w:val="1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Poorly crafted interface</w:t>
            </w:r>
          </w:p>
          <w:p w14:paraId="5BC25547" w14:textId="77777777" w:rsidR="008F2508" w:rsidRPr="00F84CE4" w:rsidRDefault="008F2508" w:rsidP="008F2508">
            <w:pPr>
              <w:numPr>
                <w:ilvl w:val="0"/>
                <w:numId w:val="1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Low visibility of the content</w:t>
            </w:r>
          </w:p>
          <w:p w14:paraId="494E5FFB" w14:textId="77777777" w:rsidR="008F2508" w:rsidRPr="00F84CE4" w:rsidRDefault="008F2508" w:rsidP="008F2508">
            <w:pPr>
              <w:numPr>
                <w:ilvl w:val="0"/>
                <w:numId w:val="1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Bulkiness</w:t>
            </w:r>
          </w:p>
          <w:p w14:paraId="5EC4FC32" w14:textId="77777777" w:rsidR="008F2508" w:rsidRPr="00F84CE4" w:rsidRDefault="008F2508" w:rsidP="008F2508">
            <w:pPr>
              <w:numPr>
                <w:ilvl w:val="0"/>
                <w:numId w:val="1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Nonportability</w:t>
            </w:r>
          </w:p>
          <w:p w14:paraId="460BE61A" w14:textId="77777777" w:rsidR="008F2508" w:rsidRPr="00F84CE4" w:rsidRDefault="008F2508" w:rsidP="008F2508">
            <w:pPr>
              <w:numPr>
                <w:ilvl w:val="0"/>
                <w:numId w:val="13"/>
              </w:numPr>
              <w:spacing w:line="360" w:lineRule="auto"/>
              <w:ind w:left="360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Small screen or font size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5187486A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NA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4DF1E399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PEVuZE5vdGU+PENpdGU+PEF1dGhvcj5NZW1vbjwvQXV0aG9yPjxZZWFyPjIwMTQ8L1llYXI+PFJl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PEVuZE5vdGU+PENpdGU+PEF1dGhvcj5NZW1vbjwvQXV0aG9yPjxZZWFyPjIwMTQ8L1llYXI+PFJl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noProof/>
                <w:color w:val="414042"/>
                <w:w w:val="105"/>
                <w:sz w:val="18"/>
                <w:szCs w:val="18"/>
              </w:rPr>
              <w:t>(Baumel et al., 2017; Wonchan Choi et al., 2020; Eze et al., 2020; Fouquet &amp; Miranda, 2020; Sakib Jalil et al., 2015; A.-C. L. Leonardsen et al., 2020; Siew Lim et al., 2019; Mukhtiar Memon et al., 2014; Guillermo Molina-Recio et al., 2020; Katherine Morton et al., 2017; Esther Rincon et al., 2017; Søgaard Neilsen &amp; Wilson, 2019; Simen A Steindal et al., 2020; Yanxia Wei et al., 2020; Linda MP Wesselman et al., 2019)</w:t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024EEAAD" w14:textId="77777777" w:rsidTr="000824E5">
        <w:trPr>
          <w:trHeight w:val="19"/>
        </w:trPr>
        <w:tc>
          <w:tcPr>
            <w:tcW w:w="68" w:type="pct"/>
            <w:tcBorders>
              <w:left w:val="nil"/>
              <w:bottom w:val="single" w:sz="4" w:space="0" w:color="auto"/>
              <w:right w:val="nil"/>
            </w:tcBorders>
          </w:tcPr>
          <w:p w14:paraId="6AFD68D8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bottom w:val="single" w:sz="4" w:space="0" w:color="auto"/>
              <w:right w:val="nil"/>
            </w:tcBorders>
          </w:tcPr>
          <w:p w14:paraId="16AC1750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bottom w:val="single" w:sz="4" w:space="0" w:color="auto"/>
              <w:right w:val="nil"/>
            </w:tcBorders>
          </w:tcPr>
          <w:p w14:paraId="630720D1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Information design</w:t>
            </w:r>
          </w:p>
        </w:tc>
        <w:tc>
          <w:tcPr>
            <w:tcW w:w="333" w:type="pct"/>
            <w:tcBorders>
              <w:left w:val="nil"/>
              <w:bottom w:val="single" w:sz="4" w:space="0" w:color="auto"/>
              <w:right w:val="nil"/>
            </w:tcBorders>
          </w:tcPr>
          <w:p w14:paraId="2382DA14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  <w:r w:rsidRPr="00F84CE4">
              <w:rPr>
                <w:color w:val="414042"/>
                <w:w w:val="105"/>
                <w:sz w:val="18"/>
                <w:szCs w:val="18"/>
              </w:rPr>
              <w:t>12 (27)</w:t>
            </w:r>
          </w:p>
        </w:tc>
        <w:tc>
          <w:tcPr>
            <w:tcW w:w="779" w:type="pct"/>
            <w:tcBorders>
              <w:left w:val="nil"/>
              <w:bottom w:val="single" w:sz="4" w:space="0" w:color="auto"/>
              <w:right w:val="nil"/>
            </w:tcBorders>
          </w:tcPr>
          <w:p w14:paraId="6DF4F72C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A reliable, trusted, credible information source</w:t>
            </w:r>
          </w:p>
          <w:p w14:paraId="69BB3EE1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An unmarked sender</w:t>
            </w:r>
          </w:p>
          <w:p w14:paraId="4F682D28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Multimedia messages</w:t>
            </w:r>
          </w:p>
          <w:p w14:paraId="6A993530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Detailed and comprehensive information</w:t>
            </w:r>
          </w:p>
          <w:p w14:paraId="129A7497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Diverse and updated information</w:t>
            </w:r>
          </w:p>
          <w:p w14:paraId="4A778BE3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A short, concise, personalized, clear, and direct message</w:t>
            </w:r>
          </w:p>
          <w:p w14:paraId="673E64CB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Formal or clinical language for some functions (description of pathologies)</w:t>
            </w:r>
          </w:p>
          <w:p w14:paraId="5FADBE13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Informal language for others (evaluation of conduct)</w:t>
            </w:r>
          </w:p>
          <w:p w14:paraId="2761C22F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A motivational, friendly, encouraging, polite, respectful, congratulatory, personalized, upbeat, positive, humorous, and relatable tone</w:t>
            </w:r>
          </w:p>
          <w:p w14:paraId="6C635266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 xml:space="preserve">Layered medication information and </w:t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lastRenderedPageBreak/>
              <w:t>warnings from basic to advanced</w:t>
            </w:r>
          </w:p>
        </w:tc>
        <w:tc>
          <w:tcPr>
            <w:tcW w:w="975" w:type="pct"/>
            <w:tcBorders>
              <w:left w:val="nil"/>
              <w:bottom w:val="single" w:sz="4" w:space="0" w:color="auto"/>
              <w:right w:val="nil"/>
            </w:tcBorders>
          </w:tcPr>
          <w:p w14:paraId="395CFE47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lastRenderedPageBreak/>
              <w:t>Overload of information</w:t>
            </w:r>
          </w:p>
          <w:p w14:paraId="3F93C0EF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Technical language</w:t>
            </w:r>
          </w:p>
        </w:tc>
        <w:tc>
          <w:tcPr>
            <w:tcW w:w="656" w:type="pct"/>
            <w:tcBorders>
              <w:left w:val="nil"/>
              <w:bottom w:val="single" w:sz="4" w:space="0" w:color="auto"/>
              <w:right w:val="nil"/>
            </w:tcBorders>
          </w:tcPr>
          <w:p w14:paraId="225D742E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Information source</w:t>
            </w:r>
          </w:p>
          <w:p w14:paraId="763EDD01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Information language</w:t>
            </w:r>
          </w:p>
        </w:tc>
        <w:tc>
          <w:tcPr>
            <w:tcW w:w="1500" w:type="pct"/>
            <w:tcBorders>
              <w:left w:val="nil"/>
              <w:bottom w:val="single" w:sz="4" w:space="0" w:color="auto"/>
              <w:right w:val="nil"/>
            </w:tcBorders>
          </w:tcPr>
          <w:p w14:paraId="64B15676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PEVuZE5vdGU+PENpdGU+PEF1dGhvcj5Kb25lczwvQXV0aG9yPjxZZWFyPjIwMTY8L1llYXI+PFJl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=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PEVuZE5vdGU+PENpdGU+PEF1dGhvcj5Kb25lczwvQXV0aG9yPjxZZWFyPjIwMTY8L1llYXI+PFJl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=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noProof/>
                <w:color w:val="414042"/>
                <w:w w:val="105"/>
                <w:sz w:val="18"/>
                <w:szCs w:val="18"/>
              </w:rPr>
              <w:t>(Ames et al., 2019; Baumel et al., 2017; Kei Long Cheung et al., 2019; M. F. De La Cruz Monroy &amp; A. Mosahebi, 2019; Fouquet &amp; Miranda, 2020; Lauren Jones &amp; Carol Grech, 2016; Siew Lim et al., 2019; Guillermo Molina-Recio et al., 2020; Dawn K Sakaguchi-Tang et al., 2017; Simen A Steindal et al., 2020; Yanxia Wei et al., 2020; Linda MP Wesselman et al., 2019)</w:t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F84CE4" w14:paraId="5C73BD82" w14:textId="77777777" w:rsidTr="000824E5">
        <w:trPr>
          <w:trHeight w:val="19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3F1ED"/>
          </w:tcPr>
          <w:p w14:paraId="288DA15A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414042"/>
                <w:w w:val="105"/>
                <w:sz w:val="18"/>
                <w:szCs w:val="18"/>
              </w:rPr>
              <w:t>Organizational determinants (3 categories, 5 themes, 13 positive factors, and 23 negative factors)</w:t>
            </w:r>
          </w:p>
        </w:tc>
      </w:tr>
      <w:tr w:rsidR="008F2508" w:rsidRPr="00F84CE4" w14:paraId="5C6B4618" w14:textId="77777777" w:rsidTr="000824E5">
        <w:trPr>
          <w:trHeight w:val="19"/>
        </w:trPr>
        <w:tc>
          <w:tcPr>
            <w:tcW w:w="68" w:type="pct"/>
            <w:tcBorders>
              <w:top w:val="single" w:sz="4" w:space="0" w:color="auto"/>
              <w:left w:val="nil"/>
              <w:right w:val="nil"/>
            </w:tcBorders>
          </w:tcPr>
          <w:p w14:paraId="5F39FD77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4932" w:type="pct"/>
            <w:gridSpan w:val="7"/>
            <w:tcBorders>
              <w:top w:val="single" w:sz="4" w:space="0" w:color="auto"/>
              <w:left w:val="nil"/>
              <w:right w:val="nil"/>
            </w:tcBorders>
          </w:tcPr>
          <w:p w14:paraId="4EBDA4E2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Organizational environment category</w:t>
            </w:r>
          </w:p>
        </w:tc>
      </w:tr>
      <w:tr w:rsidR="008F2508" w:rsidRPr="00F84CE4" w14:paraId="2444415C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1A6CF850" w14:textId="77777777" w:rsidR="008F2508" w:rsidRPr="00F84CE4" w:rsidRDefault="008F2508" w:rsidP="000824E5">
            <w:pPr>
              <w:spacing w:line="360" w:lineRule="auto"/>
              <w:rPr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617ED69F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59FC8F7D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Cost and time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4919A6AB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21 (47)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781BDC6A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Less travel costs and waiting time</w:t>
            </w:r>
          </w:p>
          <w:p w14:paraId="5FE3B6BB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Complete tasks at patients’ own pace</w:t>
            </w:r>
          </w:p>
          <w:p w14:paraId="3DE61740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Less time consuming</w:t>
            </w:r>
          </w:p>
          <w:p w14:paraId="3F16BAA2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Faster response</w:t>
            </w:r>
          </w:p>
          <w:p w14:paraId="66029E29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Real-time feedback or timely support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0D7A6569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High start-up costs, ongoing costs, and costs related to loss of revenue</w:t>
            </w:r>
          </w:p>
          <w:p w14:paraId="2B9130CE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The cost of damage to equipment</w:t>
            </w:r>
          </w:p>
          <w:p w14:paraId="7C0A297F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Unrealistic financial reimbursement and higher costs relevant to internet or equipment</w:t>
            </w:r>
          </w:p>
          <w:p w14:paraId="2CE6E519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Time consuming for daily monitoring or recharging devices</w:t>
            </w:r>
          </w:p>
          <w:p w14:paraId="30EFC294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Energy to complete “one more task”</w:t>
            </w:r>
          </w:p>
          <w:p w14:paraId="79088114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Disruption to the daily routine</w:t>
            </w:r>
          </w:p>
          <w:p w14:paraId="564CC9E2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Lack of timely feedback</w:t>
            </w:r>
          </w:p>
          <w:p w14:paraId="5AE9D969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Long waiting times for digital health calls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58468A14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252C018D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PEVuZE5vdGU+PENpdGU+PEF1dGhvcj5NZW1vbjwvQXV0aG9yPjxZZWFyPjIwMTQ8L1llYXI+PFJl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PEVuZE5vdGU+PENpdGU+PEF1dGhvcj5NZW1vbjwvQXV0aG9yPjxZZWFyPjIwMTQ8L1llYXI+PFJl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noProof/>
                <w:color w:val="414042"/>
                <w:w w:val="105"/>
                <w:sz w:val="18"/>
                <w:szCs w:val="18"/>
              </w:rPr>
              <w:t>(Ames et al., 2019; Tina Lien Barken et al., 2019; Amberly Brigden et al., 2020; Harman Chaudhry et al., 2021; Anna Cox et al., 2017; M. F. De La Cruz Monroy &amp; A. Mosahebi, 2019; Eze et al., 2020; Greenhalgh &amp; Shaw, 2017; Ingemann et al., 2020; Lauren Jones &amp; Carol Grech, 2016; A.-C. L. Leonardsen et al., 2020; Siew Lim et al., 2019; Mukhtiar Memon et al., 2014; Guillermo Molina-Recio et al., 2020; Deborah Morrison et al., 2014; Ramya Sita Palacholla et al., 2019; Esther Rincon et al., 2017; Dawn K Sakaguchi-Tang et al., 2017; Helen Slater et al., 2017; Randi Stokke, 2016; Rachael C Walker et al., 2019)</w:t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0C2BFA" w14:paraId="37077798" w14:textId="77777777" w:rsidTr="000824E5">
        <w:trPr>
          <w:trHeight w:val="19"/>
        </w:trPr>
        <w:tc>
          <w:tcPr>
            <w:tcW w:w="68" w:type="pct"/>
            <w:tcBorders>
              <w:left w:val="nil"/>
              <w:right w:val="nil"/>
            </w:tcBorders>
          </w:tcPr>
          <w:p w14:paraId="698C36AB" w14:textId="77777777" w:rsidR="008F2508" w:rsidRPr="000C2BFA" w:rsidRDefault="008F2508" w:rsidP="000824E5">
            <w:pPr>
              <w:spacing w:line="360" w:lineRule="auto"/>
              <w:rPr>
                <w:rFonts w:eastAsia="Cambria"/>
                <w:b/>
              </w:rPr>
            </w:pPr>
          </w:p>
        </w:tc>
        <w:tc>
          <w:tcPr>
            <w:tcW w:w="68" w:type="pct"/>
            <w:tcBorders>
              <w:left w:val="nil"/>
              <w:right w:val="nil"/>
            </w:tcBorders>
          </w:tcPr>
          <w:p w14:paraId="431A2C91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5E2C8679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Health care providers</w:t>
            </w:r>
          </w:p>
        </w:tc>
        <w:tc>
          <w:tcPr>
            <w:tcW w:w="333" w:type="pct"/>
            <w:tcBorders>
              <w:left w:val="nil"/>
              <w:right w:val="nil"/>
            </w:tcBorders>
          </w:tcPr>
          <w:p w14:paraId="6D2FBAF4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18 (40)</w:t>
            </w:r>
          </w:p>
        </w:tc>
        <w:tc>
          <w:tcPr>
            <w:tcW w:w="779" w:type="pct"/>
            <w:tcBorders>
              <w:left w:val="nil"/>
              <w:right w:val="nil"/>
            </w:tcBorders>
          </w:tcPr>
          <w:p w14:paraId="5B240B2A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Many more HCPs</w:t>
            </w:r>
          </w:p>
          <w:p w14:paraId="10CD3316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Clinical positive opinion and approval</w:t>
            </w:r>
          </w:p>
          <w:p w14:paraId="2B2D8AE4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Polite attitudes</w:t>
            </w:r>
          </w:p>
          <w:p w14:paraId="0D3613A4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Good communication skills</w:t>
            </w:r>
          </w:p>
        </w:tc>
        <w:tc>
          <w:tcPr>
            <w:tcW w:w="975" w:type="pct"/>
            <w:tcBorders>
              <w:left w:val="nil"/>
              <w:right w:val="nil"/>
            </w:tcBorders>
          </w:tcPr>
          <w:p w14:paraId="6E9C20A4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Clinician resistance (eg, less positive views on digital health)</w:t>
            </w:r>
          </w:p>
          <w:p w14:paraId="769D17E7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Undermined clinical capacity and professional identity</w:t>
            </w:r>
          </w:p>
          <w:p w14:paraId="03AB0184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Increased clinical workload</w:t>
            </w:r>
          </w:p>
          <w:p w14:paraId="5265DD86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Impeded communication with patients</w:t>
            </w:r>
          </w:p>
          <w:p w14:paraId="28F03CD7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Overtreatment</w:t>
            </w:r>
          </w:p>
        </w:tc>
        <w:tc>
          <w:tcPr>
            <w:tcW w:w="656" w:type="pct"/>
            <w:tcBorders>
              <w:left w:val="nil"/>
              <w:right w:val="nil"/>
            </w:tcBorders>
          </w:tcPr>
          <w:p w14:paraId="235AD1CF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left w:val="nil"/>
              <w:right w:val="nil"/>
            </w:tcBorders>
          </w:tcPr>
          <w:p w14:paraId="6E2FB389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PEVuZE5vdGU+PENpdGU+PEF1dGhvcj5CcnVudG9uPC9BdXRob3I+PFllYXI+MjAxNTwvWWVhcj48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PEVuZE5vdGU+PENpdGU+PEF1dGhvcj5CcnVudG9uPC9BdXRob3I+PFllYXI+MjAxNTwvWWVhcj48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noProof/>
                <w:color w:val="414042"/>
                <w:w w:val="105"/>
                <w:sz w:val="18"/>
                <w:szCs w:val="18"/>
              </w:rPr>
              <w:t>(Ames et al., 2019; Nazli Bashi et al., 2020; Amberly Brigden et al., 2020; Brunton et al., 2015; Anna Cox et al., 2017; Eze et al., 2020; Greenhalgh &amp; Shaw, 2017; Ingemann et al., 2020; Lauren Jones &amp; Carol Grech, 2016; A.-C. L. Leonardsen et al., 2020; Guillermo Molina-Recio et al., 2020; Katherine Morton et al., 2017; Ramya Sita Palacholla et al., 2019; Dawn K Sakaguchi-Tang et al., 2017; Helen Slater et al., 2017; Simen A Steindal et al., 2020; Randi Stokke, 2016; Yanxia Wei et al., 2020; Werder, 2015)</w:t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0C2BFA" w14:paraId="21DDE4BC" w14:textId="77777777" w:rsidTr="000824E5">
        <w:trPr>
          <w:trHeight w:val="19"/>
        </w:trPr>
        <w:tc>
          <w:tcPr>
            <w:tcW w:w="68" w:type="pct"/>
            <w:tcBorders>
              <w:left w:val="nil"/>
              <w:bottom w:val="single" w:sz="4" w:space="0" w:color="auto"/>
              <w:right w:val="nil"/>
            </w:tcBorders>
          </w:tcPr>
          <w:p w14:paraId="3483E08E" w14:textId="77777777" w:rsidR="008F2508" w:rsidRPr="000C2BFA" w:rsidRDefault="008F2508" w:rsidP="000824E5">
            <w:pPr>
              <w:spacing w:line="360" w:lineRule="auto"/>
              <w:rPr>
                <w:rFonts w:eastAsia="Cambria"/>
                <w:b/>
              </w:rPr>
            </w:pPr>
          </w:p>
        </w:tc>
        <w:tc>
          <w:tcPr>
            <w:tcW w:w="68" w:type="pct"/>
            <w:tcBorders>
              <w:left w:val="nil"/>
              <w:bottom w:val="single" w:sz="4" w:space="0" w:color="auto"/>
              <w:right w:val="nil"/>
            </w:tcBorders>
          </w:tcPr>
          <w:p w14:paraId="424A755D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bottom w:val="single" w:sz="4" w:space="0" w:color="auto"/>
              <w:right w:val="nil"/>
            </w:tcBorders>
          </w:tcPr>
          <w:p w14:paraId="3D853917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Health information systems</w:t>
            </w:r>
          </w:p>
        </w:tc>
        <w:tc>
          <w:tcPr>
            <w:tcW w:w="333" w:type="pct"/>
            <w:tcBorders>
              <w:left w:val="nil"/>
              <w:bottom w:val="single" w:sz="4" w:space="0" w:color="auto"/>
              <w:right w:val="nil"/>
            </w:tcBorders>
          </w:tcPr>
          <w:p w14:paraId="3AEC0C0F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13 (29)</w:t>
            </w:r>
          </w:p>
        </w:tc>
        <w:tc>
          <w:tcPr>
            <w:tcW w:w="779" w:type="pct"/>
            <w:tcBorders>
              <w:left w:val="nil"/>
              <w:bottom w:val="single" w:sz="4" w:space="0" w:color="auto"/>
              <w:right w:val="nil"/>
            </w:tcBorders>
          </w:tcPr>
          <w:p w14:paraId="0C977A16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The compatibility, interoperability, integration, sustainability, and completeness of systems</w:t>
            </w:r>
          </w:p>
          <w:p w14:paraId="2A336148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The clarity and transparency on accountability, workflow, and data processing</w:t>
            </w:r>
          </w:p>
          <w:p w14:paraId="1027BEFB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Clear information on required stakeholder responsibility</w:t>
            </w:r>
          </w:p>
        </w:tc>
        <w:tc>
          <w:tcPr>
            <w:tcW w:w="975" w:type="pct"/>
            <w:tcBorders>
              <w:left w:val="nil"/>
              <w:bottom w:val="single" w:sz="4" w:space="0" w:color="auto"/>
              <w:right w:val="nil"/>
            </w:tcBorders>
          </w:tcPr>
          <w:p w14:paraId="5FD66305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Lack of compatibility and interoperability of the system with different mobile operating systems and terminals</w:t>
            </w:r>
          </w:p>
          <w:p w14:paraId="3EA1ADBA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Poor integration and working relationship between the service team</w:t>
            </w:r>
          </w:p>
          <w:p w14:paraId="5B929C86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Lack of adequate installation</w:t>
            </w:r>
          </w:p>
          <w:p w14:paraId="228BA65C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Connectivity issues between medical devices and mobile terminals</w:t>
            </w:r>
          </w:p>
          <w:p w14:paraId="6279DD8E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Limitation on scalability</w:t>
            </w:r>
          </w:p>
        </w:tc>
        <w:tc>
          <w:tcPr>
            <w:tcW w:w="656" w:type="pct"/>
            <w:tcBorders>
              <w:left w:val="nil"/>
              <w:bottom w:val="single" w:sz="4" w:space="0" w:color="auto"/>
              <w:right w:val="nil"/>
            </w:tcBorders>
          </w:tcPr>
          <w:p w14:paraId="78356B05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left w:val="nil"/>
              <w:bottom w:val="single" w:sz="4" w:space="0" w:color="auto"/>
              <w:right w:val="nil"/>
            </w:tcBorders>
          </w:tcPr>
          <w:p w14:paraId="3457A83C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PEVuZE5vdGU+PENpdGU+PEF1dGhvcj5NZW1vbjwvQXV0aG9yPjxZZWFyPjIwMTQ8L1llYXI+PFJl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==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PEVuZE5vdGU+PENpdGU+PEF1dGhvcj5NZW1vbjwvQXV0aG9yPjxZZWFyPjIwMTQ8L1llYXI+PFJl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==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noProof/>
                <w:color w:val="414042"/>
                <w:w w:val="105"/>
                <w:sz w:val="18"/>
                <w:szCs w:val="18"/>
              </w:rPr>
              <w:t>(Brunton et al., 2015; Wonchan Choi et al., 2020; Anna Cox et al., 2017; Eze et al., 2020; Fouquet &amp; Miranda, 2020; Greenhalgh &amp; Shaw, 2017; Lauren Jones &amp; Carol Grech, 2016; Mukhtiar Memon et al., 2014; Guillermo Molina-Recio et al., 2020; Katherine Morton et al., 2017; Helen Slater et al., 2017; Søgaard Neilsen &amp; Wilson, 2019; Werder, 2015)</w:t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0C2BFA" w14:paraId="2DD83F93" w14:textId="77777777" w:rsidTr="000824E5">
        <w:trPr>
          <w:trHeight w:val="19"/>
        </w:trPr>
        <w:tc>
          <w:tcPr>
            <w:tcW w:w="68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589CB917" w14:textId="77777777" w:rsidR="008F2508" w:rsidRPr="000C2BFA" w:rsidRDefault="008F2508" w:rsidP="000824E5">
            <w:pPr>
              <w:spacing w:line="360" w:lineRule="auto"/>
              <w:rPr>
                <w:rFonts w:eastAsia="Cambria"/>
                <w:b/>
              </w:rPr>
            </w:pPr>
          </w:p>
        </w:tc>
        <w:tc>
          <w:tcPr>
            <w:tcW w:w="4932" w:type="pct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0F759B6C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Physical environment category</w:t>
            </w:r>
          </w:p>
        </w:tc>
      </w:tr>
      <w:tr w:rsidR="008F2508" w:rsidRPr="000C2BFA" w14:paraId="4CA7BEB2" w14:textId="77777777" w:rsidTr="000824E5">
        <w:trPr>
          <w:trHeight w:val="19"/>
        </w:trPr>
        <w:tc>
          <w:tcPr>
            <w:tcW w:w="68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5C0BACDD" w14:textId="77777777" w:rsidR="008F2508" w:rsidRPr="000C2BFA" w:rsidRDefault="008F2508" w:rsidP="000824E5">
            <w:pPr>
              <w:spacing w:line="360" w:lineRule="auto"/>
              <w:rPr>
                <w:rFonts w:eastAsia="Cambria"/>
                <w:b/>
              </w:rPr>
            </w:pPr>
          </w:p>
        </w:tc>
        <w:tc>
          <w:tcPr>
            <w:tcW w:w="68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46F3788B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056459AC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Place</w:t>
            </w:r>
          </w:p>
        </w:tc>
        <w:tc>
          <w:tcPr>
            <w:tcW w:w="33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75D0C18C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9 (20)</w:t>
            </w:r>
          </w:p>
        </w:tc>
        <w:tc>
          <w:tcPr>
            <w:tcW w:w="77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649DFC30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Stay in a familiar and relaxing environment; not restricted to the hospital setting</w:t>
            </w:r>
          </w:p>
        </w:tc>
        <w:tc>
          <w:tcPr>
            <w:tcW w:w="975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1BE09FAC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Environmental distractions (eg, background noise and lighting)</w:t>
            </w:r>
          </w:p>
        </w:tc>
        <w:tc>
          <w:tcPr>
            <w:tcW w:w="656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135A41FC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08A21261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PEVuZE5vdGU+PENpdGU+PEF1dGhvcj5Db3g8L0F1dGhvcj48WWVhcj4yMDE3PC9ZZWFyPjxSZWNO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==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PEVuZE5vdGU+PENpdGU+PEF1dGhvcj5Db3g8L0F1dGhvcj48WWVhcj4yMDE3PC9ZZWFyPjxSZWNO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==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noProof/>
                <w:color w:val="414042"/>
                <w:w w:val="105"/>
                <w:sz w:val="18"/>
                <w:szCs w:val="18"/>
              </w:rPr>
              <w:t>(Ames et al., 2019; Anna Cox et al., 2017; Eze et al., 2020; Fouquet &amp; Miranda, 2020; Ingemann et al., 2020; A.-C. L. Leonardsen et al., 2020; Dawn K Sakaguchi-Tang et al., 2017; Helen Slater et al., 2017; Simen A Steindal et al., 2020)</w:t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  <w:tr w:rsidR="008F2508" w:rsidRPr="000C2BFA" w14:paraId="64A28F7A" w14:textId="77777777" w:rsidTr="000824E5">
        <w:trPr>
          <w:trHeight w:val="19"/>
        </w:trPr>
        <w:tc>
          <w:tcPr>
            <w:tcW w:w="68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5A4B99FD" w14:textId="77777777" w:rsidR="008F2508" w:rsidRPr="000C2BFA" w:rsidRDefault="008F2508" w:rsidP="000824E5">
            <w:pPr>
              <w:spacing w:line="360" w:lineRule="auto"/>
              <w:rPr>
                <w:rFonts w:eastAsia="Cambria"/>
                <w:b/>
              </w:rPr>
            </w:pPr>
          </w:p>
        </w:tc>
        <w:tc>
          <w:tcPr>
            <w:tcW w:w="4932" w:type="pct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215F6B42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Social environment category</w:t>
            </w:r>
          </w:p>
        </w:tc>
      </w:tr>
      <w:tr w:rsidR="008F2508" w:rsidRPr="000C2BFA" w14:paraId="3017F067" w14:textId="77777777" w:rsidTr="000824E5">
        <w:trPr>
          <w:trHeight w:val="19"/>
        </w:trPr>
        <w:tc>
          <w:tcPr>
            <w:tcW w:w="68" w:type="pct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</w:tcPr>
          <w:p w14:paraId="4B67269E" w14:textId="77777777" w:rsidR="008F2508" w:rsidRPr="000C2BFA" w:rsidRDefault="008F2508" w:rsidP="000824E5">
            <w:pPr>
              <w:spacing w:line="360" w:lineRule="auto"/>
              <w:rPr>
                <w:rFonts w:eastAsia="Cambria"/>
                <w:b/>
              </w:rPr>
            </w:pPr>
          </w:p>
        </w:tc>
        <w:tc>
          <w:tcPr>
            <w:tcW w:w="68" w:type="pct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</w:tcPr>
          <w:p w14:paraId="4F41596F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</w:tcPr>
          <w:p w14:paraId="1910CF98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Culture</w:t>
            </w:r>
          </w:p>
        </w:tc>
        <w:tc>
          <w:tcPr>
            <w:tcW w:w="333" w:type="pct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</w:tcPr>
          <w:p w14:paraId="34F8ACA6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4 (9)</w:t>
            </w:r>
          </w:p>
        </w:tc>
        <w:tc>
          <w:tcPr>
            <w:tcW w:w="779" w:type="pct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</w:tcPr>
          <w:p w14:paraId="43041926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975" w:type="pct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</w:tcPr>
          <w:p w14:paraId="0F458D2A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The absence of or inadequate supporting policies and legislation</w:t>
            </w:r>
          </w:p>
          <w:p w14:paraId="7A454D3C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Lack of a plausible business case</w:t>
            </w:r>
          </w:p>
          <w:p w14:paraId="4FB0F3DA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Unrealistic financial reimbursement</w:t>
            </w:r>
          </w:p>
          <w:p w14:paraId="5287D22D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Lack of well-established sociotechnical infrastructure</w:t>
            </w:r>
          </w:p>
        </w:tc>
        <w:tc>
          <w:tcPr>
            <w:tcW w:w="656" w:type="pct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</w:tcPr>
          <w:p w14:paraId="3F96FC56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t>N/A</w:t>
            </w:r>
          </w:p>
        </w:tc>
        <w:tc>
          <w:tcPr>
            <w:tcW w:w="1500" w:type="pct"/>
            <w:tcBorders>
              <w:top w:val="dotted" w:sz="4" w:space="0" w:color="auto"/>
              <w:left w:val="nil"/>
              <w:bottom w:val="single" w:sz="18" w:space="0" w:color="auto"/>
              <w:right w:val="nil"/>
            </w:tcBorders>
          </w:tcPr>
          <w:p w14:paraId="1E5B4FFA" w14:textId="77777777" w:rsidR="008F2508" w:rsidRPr="00F84CE4" w:rsidRDefault="008F2508" w:rsidP="000824E5">
            <w:pPr>
              <w:pStyle w:val="Heading4"/>
              <w:spacing w:line="360" w:lineRule="auto"/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pP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PEVuZE5vdGU+PENpdGU+PEF1dGhvcj5HcmVlbmhhbGdoPC9BdXRob3I+PFllYXI+MjAxNzwvWWVh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begin">
                <w:fldData xml:space="preserve">PEVuZE5vdGU+PENpdGU+PEF1dGhvcj5HcmVlbmhhbGdoPC9BdXRob3I+PFllYXI+MjAxNzwvWWVh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</w:fldData>
              </w:fldCha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noProof/>
                <w:color w:val="414042"/>
                <w:w w:val="105"/>
                <w:sz w:val="18"/>
                <w:szCs w:val="18"/>
              </w:rPr>
              <w:t>(Nazli Bashi et al., 2020; Eze et al., 2020; Greenhalgh &amp; Shaw, 2017; Helen Slater et al., 2017)</w:t>
            </w:r>
            <w:r w:rsidRPr="00F84CE4">
              <w:rPr>
                <w:rFonts w:ascii="Times New Roman" w:eastAsia="Times New Roman" w:hAnsi="Times New Roman" w:cs="Times New Roman"/>
                <w:i w:val="0"/>
                <w:iCs w:val="0"/>
                <w:color w:val="414042"/>
                <w:w w:val="105"/>
                <w:sz w:val="18"/>
                <w:szCs w:val="18"/>
              </w:rPr>
              <w:fldChar w:fldCharType="end"/>
            </w:r>
          </w:p>
        </w:tc>
      </w:tr>
    </w:tbl>
    <w:p w14:paraId="23C24DD4" w14:textId="77777777" w:rsidR="008F2508" w:rsidRPr="008F2508" w:rsidRDefault="008F2508"/>
    <w:p w14:paraId="102879B4" w14:textId="77777777" w:rsidR="008F2508" w:rsidRPr="008F2508" w:rsidRDefault="008F2508">
      <w:pPr>
        <w:rPr>
          <w:lang w:val="nl-NL"/>
        </w:rPr>
      </w:pPr>
    </w:p>
    <w:sectPr w:rsidR="008F2508" w:rsidRPr="008F2508" w:rsidSect="008F250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87109"/>
    <w:multiLevelType w:val="hybridMultilevel"/>
    <w:tmpl w:val="54B40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1E9"/>
    <w:multiLevelType w:val="hybridMultilevel"/>
    <w:tmpl w:val="9412E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7286C"/>
    <w:multiLevelType w:val="hybridMultilevel"/>
    <w:tmpl w:val="C8329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F742E"/>
    <w:multiLevelType w:val="hybridMultilevel"/>
    <w:tmpl w:val="D5689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A51DB"/>
    <w:multiLevelType w:val="hybridMultilevel"/>
    <w:tmpl w:val="1F6CD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2619D"/>
    <w:multiLevelType w:val="hybridMultilevel"/>
    <w:tmpl w:val="11CCF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6670F"/>
    <w:multiLevelType w:val="hybridMultilevel"/>
    <w:tmpl w:val="EEDAA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334C0"/>
    <w:multiLevelType w:val="hybridMultilevel"/>
    <w:tmpl w:val="CF522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362E7"/>
    <w:multiLevelType w:val="hybridMultilevel"/>
    <w:tmpl w:val="1AEAF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156BE"/>
    <w:multiLevelType w:val="hybridMultilevel"/>
    <w:tmpl w:val="DECCB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9582C"/>
    <w:multiLevelType w:val="hybridMultilevel"/>
    <w:tmpl w:val="B986F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A5A2F"/>
    <w:multiLevelType w:val="hybridMultilevel"/>
    <w:tmpl w:val="31EA3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06476"/>
    <w:multiLevelType w:val="hybridMultilevel"/>
    <w:tmpl w:val="93F45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715702">
    <w:abstractNumId w:val="0"/>
  </w:num>
  <w:num w:numId="2" w16cid:durableId="534345283">
    <w:abstractNumId w:val="12"/>
  </w:num>
  <w:num w:numId="3" w16cid:durableId="702708147">
    <w:abstractNumId w:val="4"/>
  </w:num>
  <w:num w:numId="4" w16cid:durableId="506529842">
    <w:abstractNumId w:val="7"/>
  </w:num>
  <w:num w:numId="5" w16cid:durableId="420182922">
    <w:abstractNumId w:val="10"/>
  </w:num>
  <w:num w:numId="6" w16cid:durableId="820972072">
    <w:abstractNumId w:val="9"/>
  </w:num>
  <w:num w:numId="7" w16cid:durableId="1093355307">
    <w:abstractNumId w:val="3"/>
  </w:num>
  <w:num w:numId="8" w16cid:durableId="1945453371">
    <w:abstractNumId w:val="5"/>
  </w:num>
  <w:num w:numId="9" w16cid:durableId="1978145669">
    <w:abstractNumId w:val="1"/>
  </w:num>
  <w:num w:numId="10" w16cid:durableId="2081751164">
    <w:abstractNumId w:val="11"/>
  </w:num>
  <w:num w:numId="11" w16cid:durableId="811405556">
    <w:abstractNumId w:val="2"/>
  </w:num>
  <w:num w:numId="12" w16cid:durableId="88696514">
    <w:abstractNumId w:val="8"/>
  </w:num>
  <w:num w:numId="13" w16cid:durableId="17531642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508"/>
    <w:rsid w:val="00011674"/>
    <w:rsid w:val="00026E4B"/>
    <w:rsid w:val="00032577"/>
    <w:rsid w:val="00032596"/>
    <w:rsid w:val="0006544B"/>
    <w:rsid w:val="000669BA"/>
    <w:rsid w:val="000866B9"/>
    <w:rsid w:val="000A692F"/>
    <w:rsid w:val="000C6CF5"/>
    <w:rsid w:val="00122BBD"/>
    <w:rsid w:val="001605D9"/>
    <w:rsid w:val="00167381"/>
    <w:rsid w:val="00184F6E"/>
    <w:rsid w:val="001C0F50"/>
    <w:rsid w:val="001D242E"/>
    <w:rsid w:val="00204304"/>
    <w:rsid w:val="0020749F"/>
    <w:rsid w:val="00225FE5"/>
    <w:rsid w:val="00241CB4"/>
    <w:rsid w:val="00294D2F"/>
    <w:rsid w:val="002A4E2A"/>
    <w:rsid w:val="002C03A1"/>
    <w:rsid w:val="00306152"/>
    <w:rsid w:val="00325A43"/>
    <w:rsid w:val="00361186"/>
    <w:rsid w:val="003620A8"/>
    <w:rsid w:val="00362D0B"/>
    <w:rsid w:val="003A49EC"/>
    <w:rsid w:val="003B77C6"/>
    <w:rsid w:val="003D38C3"/>
    <w:rsid w:val="003E6204"/>
    <w:rsid w:val="003F0568"/>
    <w:rsid w:val="003F3B6B"/>
    <w:rsid w:val="003F5D08"/>
    <w:rsid w:val="003F7B58"/>
    <w:rsid w:val="00407E60"/>
    <w:rsid w:val="00421105"/>
    <w:rsid w:val="0042541D"/>
    <w:rsid w:val="004560B6"/>
    <w:rsid w:val="004568B6"/>
    <w:rsid w:val="0047452E"/>
    <w:rsid w:val="00495223"/>
    <w:rsid w:val="004974A0"/>
    <w:rsid w:val="004E43E7"/>
    <w:rsid w:val="005011A7"/>
    <w:rsid w:val="00505DEC"/>
    <w:rsid w:val="00523D2D"/>
    <w:rsid w:val="00537FDC"/>
    <w:rsid w:val="0057714D"/>
    <w:rsid w:val="005833B2"/>
    <w:rsid w:val="005836F2"/>
    <w:rsid w:val="005A3457"/>
    <w:rsid w:val="005B2314"/>
    <w:rsid w:val="005D44C4"/>
    <w:rsid w:val="005E3056"/>
    <w:rsid w:val="0065072A"/>
    <w:rsid w:val="0067186A"/>
    <w:rsid w:val="00686465"/>
    <w:rsid w:val="006920E7"/>
    <w:rsid w:val="006A3D3E"/>
    <w:rsid w:val="006A3DDE"/>
    <w:rsid w:val="006A7449"/>
    <w:rsid w:val="006C4122"/>
    <w:rsid w:val="006C7EF5"/>
    <w:rsid w:val="006F4BCC"/>
    <w:rsid w:val="007059BB"/>
    <w:rsid w:val="007421DA"/>
    <w:rsid w:val="00747232"/>
    <w:rsid w:val="007565B4"/>
    <w:rsid w:val="0075696F"/>
    <w:rsid w:val="00784C5A"/>
    <w:rsid w:val="007B20A6"/>
    <w:rsid w:val="007F4576"/>
    <w:rsid w:val="00802EF7"/>
    <w:rsid w:val="00803277"/>
    <w:rsid w:val="008033C1"/>
    <w:rsid w:val="00813CD2"/>
    <w:rsid w:val="00820470"/>
    <w:rsid w:val="00840C10"/>
    <w:rsid w:val="00846D54"/>
    <w:rsid w:val="00861892"/>
    <w:rsid w:val="008F2508"/>
    <w:rsid w:val="00940081"/>
    <w:rsid w:val="009909A5"/>
    <w:rsid w:val="009A786C"/>
    <w:rsid w:val="009A7EAE"/>
    <w:rsid w:val="009E2BC9"/>
    <w:rsid w:val="00A0433F"/>
    <w:rsid w:val="00A056FC"/>
    <w:rsid w:val="00A26C70"/>
    <w:rsid w:val="00B07B71"/>
    <w:rsid w:val="00B229F2"/>
    <w:rsid w:val="00B243DC"/>
    <w:rsid w:val="00B456EB"/>
    <w:rsid w:val="00B63B0B"/>
    <w:rsid w:val="00B9272A"/>
    <w:rsid w:val="00B935FA"/>
    <w:rsid w:val="00BF5052"/>
    <w:rsid w:val="00C006D7"/>
    <w:rsid w:val="00C03320"/>
    <w:rsid w:val="00C30110"/>
    <w:rsid w:val="00C37C8D"/>
    <w:rsid w:val="00C410EC"/>
    <w:rsid w:val="00C44DC7"/>
    <w:rsid w:val="00C45D57"/>
    <w:rsid w:val="00C7242F"/>
    <w:rsid w:val="00C77C65"/>
    <w:rsid w:val="00C83A32"/>
    <w:rsid w:val="00C860D5"/>
    <w:rsid w:val="00CA1691"/>
    <w:rsid w:val="00CA35DB"/>
    <w:rsid w:val="00CA3678"/>
    <w:rsid w:val="00CA5E3B"/>
    <w:rsid w:val="00CB7CB6"/>
    <w:rsid w:val="00CC2A81"/>
    <w:rsid w:val="00CE174F"/>
    <w:rsid w:val="00D153C1"/>
    <w:rsid w:val="00D331E7"/>
    <w:rsid w:val="00D503C6"/>
    <w:rsid w:val="00D5433A"/>
    <w:rsid w:val="00D75026"/>
    <w:rsid w:val="00D77FAC"/>
    <w:rsid w:val="00D866EE"/>
    <w:rsid w:val="00DA3A8B"/>
    <w:rsid w:val="00DC5B3E"/>
    <w:rsid w:val="00DC7865"/>
    <w:rsid w:val="00DD221F"/>
    <w:rsid w:val="00DD3A84"/>
    <w:rsid w:val="00E53575"/>
    <w:rsid w:val="00E54CAA"/>
    <w:rsid w:val="00E56370"/>
    <w:rsid w:val="00E57633"/>
    <w:rsid w:val="00E724FC"/>
    <w:rsid w:val="00E730F1"/>
    <w:rsid w:val="00EA3700"/>
    <w:rsid w:val="00ED42F5"/>
    <w:rsid w:val="00EE0E3D"/>
    <w:rsid w:val="00EE6739"/>
    <w:rsid w:val="00EE7CA7"/>
    <w:rsid w:val="00F318CF"/>
    <w:rsid w:val="00F577D6"/>
    <w:rsid w:val="00F6095E"/>
    <w:rsid w:val="00FC3DAF"/>
    <w:rsid w:val="00FD24BB"/>
    <w:rsid w:val="00FE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9DB020"/>
  <w15:chartTrackingRefBased/>
  <w15:docId w15:val="{8752DA8D-AFD7-0B44-AB23-093C2284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F2508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2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8F2508"/>
    <w:rPr>
      <w:rFonts w:asciiTheme="majorHAnsi" w:eastAsiaTheme="majorEastAsia" w:hAnsiTheme="majorHAnsi" w:cstheme="majorBidi"/>
      <w:i/>
      <w:iCs/>
      <w:color w:val="0F4761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3784</Words>
  <Characters>21570</Characters>
  <Application>Microsoft Office Word</Application>
  <DocSecurity>0</DocSecurity>
  <Lines>179</Lines>
  <Paragraphs>50</Paragraphs>
  <ScaleCrop>false</ScaleCrop>
  <Company/>
  <LinksUpToDate>false</LinksUpToDate>
  <CharactersWithSpaces>25304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Tingting Wang</cp:lastModifiedBy>
  <cp:revision>1</cp:revision>
  <dcterms:created xsi:type="dcterms:W3CDTF">2024-07-26T16:41:00Z</dcterms:created>
  <dcterms:modified xsi:type="dcterms:W3CDTF">2024-07-26T16:44:00Z</dcterms:modified>
</cp:coreProperties>
</file>